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body>
    <w:p xmlns:wp14="http://schemas.microsoft.com/office/word/2010/wordml" w:rsidRPr="00E960BB" w:rsidR="006E5D65" w:rsidP="002D3375" w:rsidRDefault="00CD6897" w14:paraId="2C4E59F4" wp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 w:rsidR="00D8678B">
        <w:rPr>
          <w:rFonts w:ascii="Corbel" w:hAnsi="Corbel"/>
          <w:bCs/>
          <w:i/>
        </w:rPr>
        <w:t xml:space="preserve">Załącznik nr </w:t>
      </w:r>
      <w:r w:rsidRPr="00E960BB" w:rsidR="006F31E2">
        <w:rPr>
          <w:rFonts w:ascii="Corbel" w:hAnsi="Corbel"/>
          <w:bCs/>
          <w:i/>
        </w:rPr>
        <w:t>1.5</w:t>
      </w:r>
      <w:r w:rsidRPr="00E960BB" w:rsidR="00D8678B">
        <w:rPr>
          <w:rFonts w:ascii="Corbel" w:hAnsi="Corbel"/>
          <w:bCs/>
          <w:i/>
        </w:rPr>
        <w:t xml:space="preserve"> do Zarządzenia</w:t>
      </w:r>
      <w:r w:rsidRPr="00E960BB" w:rsidR="002A22BF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Pr="00E960BB" w:rsidR="00F17567">
        <w:rPr>
          <w:rFonts w:ascii="Corbel" w:hAnsi="Corbel"/>
          <w:bCs/>
          <w:i/>
        </w:rPr>
        <w:t>12/2019</w:t>
      </w:r>
    </w:p>
    <w:p xmlns:wp14="http://schemas.microsoft.com/office/word/2010/wordml" w:rsidRPr="00272BF8" w:rsidR="0085747A" w:rsidP="009C54AE" w:rsidRDefault="0085747A" w14:paraId="598A8AA9" wp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272BF8">
        <w:rPr>
          <w:rFonts w:ascii="Corbel" w:hAnsi="Corbel"/>
          <w:b/>
          <w:smallCaps/>
          <w:sz w:val="24"/>
          <w:szCs w:val="24"/>
        </w:rPr>
        <w:t>SYLABUS</w:t>
      </w:r>
    </w:p>
    <w:p xmlns:wp14="http://schemas.microsoft.com/office/word/2010/wordml" w:rsidRPr="00272BF8" w:rsidR="0085747A" w:rsidP="00EA4832" w:rsidRDefault="0071620A" w14:paraId="5BD74F66" wp14:textId="77777777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272BF8">
        <w:rPr>
          <w:rFonts w:ascii="Corbel" w:hAnsi="Corbel"/>
          <w:b/>
          <w:smallCaps/>
          <w:sz w:val="24"/>
          <w:szCs w:val="24"/>
        </w:rPr>
        <w:t>dotyczy cyklu kształcenia</w:t>
      </w:r>
      <w:r w:rsidRPr="00272BF8" w:rsidR="00DC6D0C">
        <w:rPr>
          <w:rFonts w:ascii="Corbel" w:hAnsi="Corbel"/>
          <w:i/>
          <w:smallCaps/>
          <w:sz w:val="24"/>
          <w:szCs w:val="24"/>
        </w:rPr>
        <w:t xml:space="preserve"> </w:t>
      </w:r>
      <w:r w:rsidRPr="00272BF8" w:rsidR="006F26E3">
        <w:rPr>
          <w:rFonts w:ascii="Corbel" w:hAnsi="Corbel"/>
          <w:i/>
          <w:smallCaps/>
          <w:sz w:val="24"/>
          <w:szCs w:val="24"/>
        </w:rPr>
        <w:t>202</w:t>
      </w:r>
      <w:r w:rsidR="00FD6720">
        <w:rPr>
          <w:rFonts w:ascii="Corbel" w:hAnsi="Corbel"/>
          <w:i/>
          <w:smallCaps/>
          <w:sz w:val="24"/>
          <w:szCs w:val="24"/>
        </w:rPr>
        <w:t>2</w:t>
      </w:r>
      <w:r w:rsidRPr="00272BF8" w:rsidR="006F26E3">
        <w:rPr>
          <w:rFonts w:ascii="Corbel" w:hAnsi="Corbel"/>
          <w:i/>
          <w:smallCaps/>
          <w:sz w:val="24"/>
          <w:szCs w:val="24"/>
        </w:rPr>
        <w:t>-202</w:t>
      </w:r>
      <w:r w:rsidR="00FD6720">
        <w:rPr>
          <w:rFonts w:ascii="Corbel" w:hAnsi="Corbel"/>
          <w:i/>
          <w:smallCaps/>
          <w:sz w:val="24"/>
          <w:szCs w:val="24"/>
        </w:rPr>
        <w:t>4</w:t>
      </w:r>
    </w:p>
    <w:p xmlns:wp14="http://schemas.microsoft.com/office/word/2010/wordml" w:rsidRPr="00EA4832" w:rsidR="00445970" w:rsidP="00272BF8" w:rsidRDefault="00445970" w14:paraId="3D757718" wp14:textId="77777777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014934">
        <w:rPr>
          <w:rFonts w:ascii="Corbel" w:hAnsi="Corbel"/>
          <w:sz w:val="20"/>
          <w:szCs w:val="20"/>
        </w:rPr>
        <w:t>202</w:t>
      </w:r>
      <w:r w:rsidR="00FD6720">
        <w:rPr>
          <w:rFonts w:ascii="Corbel" w:hAnsi="Corbel"/>
          <w:sz w:val="20"/>
          <w:szCs w:val="20"/>
        </w:rPr>
        <w:t>3</w:t>
      </w:r>
      <w:r w:rsidR="00014934">
        <w:rPr>
          <w:rFonts w:ascii="Corbel" w:hAnsi="Corbel"/>
          <w:sz w:val="20"/>
          <w:szCs w:val="20"/>
        </w:rPr>
        <w:t>/202</w:t>
      </w:r>
      <w:r w:rsidR="00FD6720">
        <w:rPr>
          <w:rFonts w:ascii="Corbel" w:hAnsi="Corbel"/>
          <w:sz w:val="20"/>
          <w:szCs w:val="20"/>
        </w:rPr>
        <w:t>4</w:t>
      </w:r>
    </w:p>
    <w:p xmlns:wp14="http://schemas.microsoft.com/office/word/2010/wordml" w:rsidRPr="009C54AE" w:rsidR="0085747A" w:rsidP="009C54AE" w:rsidRDefault="0085747A" w14:paraId="672A6659" wp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xmlns:wp14="http://schemas.microsoft.com/office/word/2010/wordml" w:rsidR="0085747A" w:rsidP="00272BF8" w:rsidRDefault="0085747A" w14:paraId="63422CF6" wp14:textId="77777777">
      <w:pPr>
        <w:pStyle w:val="Punktygwne"/>
        <w:numPr>
          <w:ilvl w:val="0"/>
          <w:numId w:val="4"/>
        </w:numPr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p xmlns:wp14="http://schemas.microsoft.com/office/word/2010/wordml" w:rsidRPr="009C54AE" w:rsidR="00272BF8" w:rsidP="00272BF8" w:rsidRDefault="00272BF8" w14:paraId="0A37501D" wp14:textId="77777777">
      <w:pPr>
        <w:pStyle w:val="Punktygwne"/>
        <w:spacing w:before="0" w:after="0"/>
        <w:ind w:left="720"/>
        <w:rPr>
          <w:rFonts w:ascii="Corbel" w:hAnsi="Corbel"/>
          <w:color w:val="0070C0"/>
          <w:szCs w:val="24"/>
        </w:rPr>
      </w:pPr>
    </w:p>
    <w:tbl>
      <w:tblPr>
        <w:tblW w:w="9639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/>
      </w:tblPr>
      <w:tblGrid>
        <w:gridCol w:w="2657"/>
        <w:gridCol w:w="6982"/>
      </w:tblGrid>
      <w:tr xmlns:wp14="http://schemas.microsoft.com/office/word/2010/wordml" w:rsidRPr="009C54AE" w:rsidR="0085747A" w:rsidTr="23FAC9F9" w14:paraId="5C128EEA" wp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59701564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DA5156" w14:paraId="48BF9580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Historia myśli ekonomicznej</w:t>
            </w:r>
          </w:p>
        </w:tc>
      </w:tr>
      <w:tr xmlns:wp14="http://schemas.microsoft.com/office/word/2010/wordml" w:rsidRPr="009C54AE" w:rsidR="0085747A" w:rsidTr="23FAC9F9" w14:paraId="2C617E9D" wp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4CA29152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1B5E34" w14:paraId="1C4E06B9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E/II/A.5</w:t>
            </w:r>
          </w:p>
        </w:tc>
      </w:tr>
      <w:tr xmlns:wp14="http://schemas.microsoft.com/office/word/2010/wordml" w:rsidRPr="009C54AE" w:rsidR="0085747A" w:rsidTr="23FAC9F9" w14:paraId="4E2F8C33" wp14:textId="77777777">
        <w:tc>
          <w:tcPr>
            <w:tcW w:w="2694" w:type="dxa"/>
            <w:tcMar/>
            <w:vAlign w:val="center"/>
          </w:tcPr>
          <w:p w:rsidRPr="009C54AE" w:rsidR="0085747A" w:rsidP="00EA4832" w:rsidRDefault="0017512A" w14:paraId="19552E28" wp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17512A" w14:paraId="7E3E3000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xmlns:wp14="http://schemas.microsoft.com/office/word/2010/wordml" w:rsidRPr="009C54AE" w:rsidR="0085747A" w:rsidTr="23FAC9F9" w14:paraId="729EEB71" wp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0A39E105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272BF8" w14:paraId="39D5F799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72BF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xmlns:wp14="http://schemas.microsoft.com/office/word/2010/wordml" w:rsidRPr="009C54AE" w:rsidR="0085747A" w:rsidTr="23FAC9F9" w14:paraId="048482E6" wp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4B835047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1B5E34" w14:paraId="00CB2F6F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xmlns:wp14="http://schemas.microsoft.com/office/word/2010/wordml" w:rsidRPr="009C54AE" w:rsidR="0085747A" w:rsidTr="23FAC9F9" w14:paraId="055D634D" wp14:textId="77777777">
        <w:tc>
          <w:tcPr>
            <w:tcW w:w="2694" w:type="dxa"/>
            <w:tcMar/>
            <w:vAlign w:val="center"/>
          </w:tcPr>
          <w:p w:rsidRPr="009C54AE" w:rsidR="0085747A" w:rsidP="009C54AE" w:rsidRDefault="00DE4A14" w14:paraId="448A1CED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17512A" w14:paraId="76DD6F0D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2B3803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xmlns:wp14="http://schemas.microsoft.com/office/word/2010/wordml" w:rsidRPr="009C54AE" w:rsidR="0085747A" w:rsidTr="23FAC9F9" w14:paraId="3A488BE5" wp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04C0481C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17512A" w14:paraId="37EEED7E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xmlns:wp14="http://schemas.microsoft.com/office/word/2010/wordml" w:rsidRPr="009C54AE" w:rsidR="0085747A" w:rsidTr="23FAC9F9" w14:paraId="18E4151E" wp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7C3992E0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1B5E34" w:rsidRDefault="00A71E0E" w14:paraId="4CF4A1ED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xmlns:wp14="http://schemas.microsoft.com/office/word/2010/wordml" w:rsidRPr="009C54AE" w:rsidR="0085747A" w:rsidTr="23FAC9F9" w14:paraId="2EF12883" wp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47AAF248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23FAC9F9" w:rsidRDefault="00FD6720" w14:paraId="0B2A392A" wp14:textId="4BB18194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23FAC9F9" w:rsidR="00FD6720">
              <w:rPr>
                <w:rFonts w:ascii="Corbel" w:hAnsi="Corbel"/>
                <w:b w:val="0"/>
                <w:bCs w:val="0"/>
                <w:sz w:val="24"/>
                <w:szCs w:val="24"/>
              </w:rPr>
              <w:t>II/3</w:t>
            </w:r>
          </w:p>
        </w:tc>
      </w:tr>
      <w:tr xmlns:wp14="http://schemas.microsoft.com/office/word/2010/wordml" w:rsidRPr="009C54AE" w:rsidR="0085747A" w:rsidTr="23FAC9F9" w14:paraId="5C0A4B7F" wp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5863A118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014934" w:rsidRDefault="0017512A" w14:paraId="53A4BF8A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xmlns:wp14="http://schemas.microsoft.com/office/word/2010/wordml" w:rsidRPr="009C54AE" w:rsidR="00923D7D" w:rsidTr="23FAC9F9" w14:paraId="2786482B" wp14:textId="77777777">
        <w:tc>
          <w:tcPr>
            <w:tcW w:w="2694" w:type="dxa"/>
            <w:tcMar/>
            <w:vAlign w:val="center"/>
          </w:tcPr>
          <w:p w:rsidRPr="009C54AE" w:rsidR="00923D7D" w:rsidP="009C54AE" w:rsidRDefault="00923D7D" w14:paraId="13A990D4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9C54AE" w:rsidR="00923D7D" w:rsidP="009C54AE" w:rsidRDefault="0017512A" w14:paraId="205A1F16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xmlns:wp14="http://schemas.microsoft.com/office/word/2010/wordml" w:rsidRPr="009C54AE" w:rsidR="0085747A" w:rsidTr="23FAC9F9" w14:paraId="656BFE0B" wp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69C2AF6E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014934" w14:paraId="77B538D1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inż. Ewa Baran</w:t>
            </w:r>
          </w:p>
        </w:tc>
      </w:tr>
      <w:tr xmlns:wp14="http://schemas.microsoft.com/office/word/2010/wordml" w:rsidRPr="009C54AE" w:rsidR="0085747A" w:rsidTr="23FAC9F9" w14:paraId="7CAE7F2E" wp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471FE442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014934" w14:paraId="0B6000C6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inż. Ewa Baran</w:t>
            </w:r>
          </w:p>
        </w:tc>
      </w:tr>
    </w:tbl>
    <w:p xmlns:wp14="http://schemas.microsoft.com/office/word/2010/wordml" w:rsidRPr="009C54AE" w:rsidR="0085747A" w:rsidP="009C54AE" w:rsidRDefault="0085747A" w14:paraId="4DE066A3" wp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proofErr w:type="spellStart"/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r w:rsidRPr="009C54AE">
        <w:rPr>
          <w:rFonts w:ascii="Corbel" w:hAnsi="Corbel"/>
          <w:b w:val="0"/>
          <w:i/>
          <w:sz w:val="24"/>
          <w:szCs w:val="24"/>
        </w:rPr>
        <w:t xml:space="preserve">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xmlns:wp14="http://schemas.microsoft.com/office/word/2010/wordml" w:rsidRPr="009C54AE" w:rsidR="0085747A" w:rsidP="009C54AE" w:rsidRDefault="0085747A" w14:paraId="7E0A0F74" wp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xmlns:wp14="http://schemas.microsoft.com/office/word/2010/wordml" w:rsidRPr="009C54AE" w:rsidR="00923D7D" w:rsidP="009C54AE" w:rsidRDefault="00923D7D" w14:paraId="5DAB6C7B" wp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1050"/>
        <w:gridCol w:w="914"/>
        <w:gridCol w:w="789"/>
        <w:gridCol w:w="852"/>
        <w:gridCol w:w="802"/>
        <w:gridCol w:w="822"/>
        <w:gridCol w:w="764"/>
        <w:gridCol w:w="949"/>
        <w:gridCol w:w="1190"/>
        <w:gridCol w:w="1507"/>
      </w:tblGrid>
      <w:tr xmlns:wp14="http://schemas.microsoft.com/office/word/2010/wordml" w:rsidRPr="009C54AE" w:rsidR="00015B8F" w:rsidTr="00A71E0E" w14:paraId="4A00F406" wp14:textId="77777777">
        <w:trPr>
          <w:jc w:val="center"/>
        </w:trPr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015B8F" w:rsidP="009C54AE" w:rsidRDefault="00015B8F" w14:paraId="493A0CA5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64C63F33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3860AB22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646F369B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409DDADA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0AB6E05A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0B273B9D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63A8E3D2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69FA399F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5B5B1B43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7474E17E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xmlns:wp14="http://schemas.microsoft.com/office/word/2010/wordml" w:rsidRPr="009C54AE" w:rsidR="00015B8F" w:rsidTr="00A71E0E" w14:paraId="0EAD1C50" wp14:textId="77777777">
        <w:trPr>
          <w:trHeight w:val="453"/>
          <w:jc w:val="center"/>
        </w:trPr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FD6720" w14:paraId="5FCD5EC4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A71E0E" w14:paraId="4B73E586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A71E0E" w14:paraId="48DF98D7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02EB378F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6A05A809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5A39BBE3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41C8F396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72A3D3EC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0D0B940D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4934" w14:paraId="2598DEE6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xmlns:wp14="http://schemas.microsoft.com/office/word/2010/wordml" w:rsidRPr="009C54AE" w:rsidR="00923D7D" w:rsidP="009C54AE" w:rsidRDefault="00923D7D" w14:paraId="0E27B00A" wp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xmlns:wp14="http://schemas.microsoft.com/office/word/2010/wordml" w:rsidRPr="009C54AE" w:rsidR="0085747A" w:rsidP="00F83B28" w:rsidRDefault="0085747A" w14:paraId="7713D631" wp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xmlns:wp14="http://schemas.microsoft.com/office/word/2010/wordml" w:rsidRPr="00272BF8" w:rsidR="00272BF8" w:rsidP="00272BF8" w:rsidRDefault="00272BF8" w14:paraId="73F56128" wp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272BF8">
        <w:rPr>
          <w:rFonts w:ascii="Wingdings" w:hAnsi="Wingdings" w:eastAsia="Wingdings" w:cs="Wingdings"/>
          <w:b w:val="0"/>
          <w:smallCaps w:val="0"/>
          <w:position w:val="-4"/>
          <w:sz w:val="28"/>
          <w:szCs w:val="28"/>
        </w:rPr>
        <w:t>þ</w:t>
      </w:r>
      <w:r w:rsidRPr="00272BF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272BF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9A62C6">
        <w:rPr>
          <w:rFonts w:ascii="Corbel" w:hAnsi="Corbel"/>
          <w:b w:val="0"/>
          <w:smallCaps w:val="0"/>
          <w:szCs w:val="24"/>
        </w:rPr>
        <w:t xml:space="preserve">tradycyjnej lub z wykorzystaniem platformy </w:t>
      </w:r>
      <w:proofErr w:type="spellStart"/>
      <w:r w:rsidRPr="009A62C6">
        <w:rPr>
          <w:rFonts w:ascii="Corbel" w:hAnsi="Corbel"/>
          <w:b w:val="0"/>
          <w:smallCaps w:val="0"/>
          <w:szCs w:val="24"/>
        </w:rPr>
        <w:t>Ms</w:t>
      </w:r>
      <w:proofErr w:type="spellEnd"/>
      <w:r w:rsidRPr="009A62C6">
        <w:rPr>
          <w:rFonts w:ascii="Corbel" w:hAnsi="Corbel"/>
          <w:b w:val="0"/>
          <w:smallCaps w:val="0"/>
          <w:szCs w:val="24"/>
        </w:rPr>
        <w:t xml:space="preserve"> </w:t>
      </w:r>
      <w:proofErr w:type="spellStart"/>
      <w:r w:rsidRPr="009A62C6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xmlns:wp14="http://schemas.microsoft.com/office/word/2010/wordml" w:rsidRPr="009C54AE" w:rsidR="00272BF8" w:rsidP="00272BF8" w:rsidRDefault="00272BF8" w14:paraId="386692D9" wp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272BF8">
        <w:rPr>
          <w:rFonts w:hint="eastAsia" w:ascii="MS Gothic" w:hAnsi="MS Gothic" w:eastAsia="MS Gothic" w:cs="MS Gothic"/>
          <w:b w:val="0"/>
          <w:szCs w:val="24"/>
        </w:rPr>
        <w:t>☐</w:t>
      </w:r>
      <w:r w:rsidRPr="00272BF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xmlns:wp14="http://schemas.microsoft.com/office/word/2010/wordml" w:rsidRPr="009C54AE" w:rsidR="0085747A" w:rsidP="009C54AE" w:rsidRDefault="0085747A" w14:paraId="60061E4C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xmlns:wp14="http://schemas.microsoft.com/office/word/2010/wordml" w:rsidRPr="009C54AE" w:rsidR="00E22FBC" w:rsidP="00F83B28" w:rsidRDefault="00E22FBC" w14:paraId="35295C78" wp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xmlns:wp14="http://schemas.microsoft.com/office/word/2010/wordml" w:rsidR="009C54AE" w:rsidP="00042F86" w:rsidRDefault="00042F86" w14:paraId="6BB0E224" wp14:textId="77777777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Pr="009C54AE" w:rsidR="00014934">
        <w:rPr>
          <w:rFonts w:ascii="Corbel" w:hAnsi="Corbel"/>
          <w:b w:val="0"/>
          <w:smallCaps w:val="0"/>
          <w:szCs w:val="24"/>
        </w:rPr>
        <w:t>aliczenie z oceną</w:t>
      </w:r>
    </w:p>
    <w:p xmlns:wp14="http://schemas.microsoft.com/office/word/2010/wordml" w:rsidR="00E960BB" w:rsidP="009C54AE" w:rsidRDefault="00E960BB" w14:paraId="44EAFD9C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Pr="009C54AE" w:rsidR="00E960BB" w:rsidP="009C54AE" w:rsidRDefault="0085747A" w14:paraId="261BAAD1" wp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96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9639"/>
      </w:tblGrid>
      <w:tr xmlns:wp14="http://schemas.microsoft.com/office/word/2010/wordml" w:rsidRPr="009C54AE" w:rsidR="0085747A" w:rsidTr="00A71E0E" w14:paraId="78A8DC1D" wp14:textId="77777777">
        <w:trPr>
          <w:jc w:val="center"/>
        </w:trPr>
        <w:tc>
          <w:tcPr>
            <w:tcW w:w="9670" w:type="dxa"/>
          </w:tcPr>
          <w:p w:rsidRPr="009C54AE" w:rsidR="0085747A" w:rsidP="009C54AE" w:rsidRDefault="00666DAB" w14:paraId="25109B0E" wp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</w:rPr>
              <w:t>O</w:t>
            </w:r>
            <w:r w:rsidRPr="00BE1E91">
              <w:rPr>
                <w:rFonts w:ascii="Corbel" w:hAnsi="Corbel"/>
                <w:b w:val="0"/>
                <w:smallCaps w:val="0"/>
              </w:rPr>
              <w:t>panowane podstaw</w:t>
            </w:r>
            <w:r>
              <w:rPr>
                <w:rFonts w:ascii="Corbel" w:hAnsi="Corbel"/>
                <w:b w:val="0"/>
                <w:smallCaps w:val="0"/>
              </w:rPr>
              <w:t>y</w:t>
            </w:r>
            <w:r w:rsidRPr="00BE1E91">
              <w:rPr>
                <w:rFonts w:ascii="Corbel" w:hAnsi="Corbel"/>
                <w:b w:val="0"/>
                <w:smallCaps w:val="0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</w:rPr>
              <w:t>makro- i mikroekonomii</w:t>
            </w:r>
          </w:p>
        </w:tc>
      </w:tr>
    </w:tbl>
    <w:p xmlns:wp14="http://schemas.microsoft.com/office/word/2010/wordml" w:rsidR="00153C41" w:rsidP="009C54AE" w:rsidRDefault="00153C41" w14:paraId="4B94D5A5" wp14:textId="77777777">
      <w:pPr>
        <w:pStyle w:val="Punktygwne"/>
        <w:spacing w:before="0" w:after="0"/>
        <w:rPr>
          <w:rFonts w:ascii="Corbel" w:hAnsi="Corbel"/>
          <w:szCs w:val="24"/>
        </w:rPr>
      </w:pPr>
    </w:p>
    <w:p xmlns:wp14="http://schemas.microsoft.com/office/word/2010/wordml" w:rsidRPr="00C05F44" w:rsidR="0085747A" w:rsidP="009C54AE" w:rsidRDefault="0071620A" w14:paraId="469B63C5" wp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Pr="00C05F44" w:rsidR="0085747A">
        <w:rPr>
          <w:rFonts w:ascii="Corbel" w:hAnsi="Corbel"/>
          <w:szCs w:val="24"/>
        </w:rPr>
        <w:t xml:space="preserve"> , treści Programowe i stosowane metody Dydaktyczne</w:t>
      </w:r>
    </w:p>
    <w:p xmlns:wp14="http://schemas.microsoft.com/office/word/2010/wordml" w:rsidRPr="00C05F44" w:rsidR="0085747A" w:rsidP="009C54AE" w:rsidRDefault="0085747A" w14:paraId="3DEEC669" wp14:textId="77777777">
      <w:pPr>
        <w:pStyle w:val="Punktygwne"/>
        <w:spacing w:before="0" w:after="0"/>
        <w:rPr>
          <w:rFonts w:ascii="Corbel" w:hAnsi="Corbel"/>
          <w:szCs w:val="24"/>
        </w:rPr>
      </w:pPr>
    </w:p>
    <w:p xmlns:wp14="http://schemas.microsoft.com/office/word/2010/wordml" w:rsidR="0085747A" w:rsidP="009C54AE" w:rsidRDefault="0071620A" w14:paraId="04643D83" wp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xmlns:wp14="http://schemas.microsoft.com/office/word/2010/wordml" w:rsidRPr="009C54AE" w:rsidR="00F83B28" w:rsidP="009C54AE" w:rsidRDefault="00F83B28" w14:paraId="3656B9AB" wp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856"/>
        <w:gridCol w:w="8783"/>
      </w:tblGrid>
      <w:tr xmlns:wp14="http://schemas.microsoft.com/office/word/2010/wordml" w:rsidRPr="009C54AE" w:rsidR="00666DAB" w:rsidTr="00A71E0E" w14:paraId="2B668E68" wp14:textId="77777777">
        <w:trPr>
          <w:jc w:val="center"/>
        </w:trPr>
        <w:tc>
          <w:tcPr>
            <w:tcW w:w="845" w:type="dxa"/>
            <w:vAlign w:val="center"/>
          </w:tcPr>
          <w:p w:rsidRPr="009C54AE" w:rsidR="00666DAB" w:rsidP="00666DAB" w:rsidRDefault="00666DAB" w14:paraId="5372B5A4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675" w:type="dxa"/>
            <w:vAlign w:val="center"/>
          </w:tcPr>
          <w:p w:rsidRPr="00DE1D96" w:rsidR="00666DAB" w:rsidP="00666DAB" w:rsidRDefault="00666DAB" w14:paraId="098B8993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E1D96">
              <w:rPr>
                <w:rFonts w:ascii="Corbel" w:hAnsi="Corbel"/>
                <w:b w:val="0"/>
                <w:sz w:val="24"/>
              </w:rPr>
              <w:t xml:space="preserve">zapoznawanie studentów </w:t>
            </w:r>
            <w:r>
              <w:rPr>
                <w:rFonts w:ascii="Corbel" w:hAnsi="Corbel"/>
                <w:b w:val="0"/>
                <w:sz w:val="24"/>
              </w:rPr>
              <w:t xml:space="preserve">z </w:t>
            </w:r>
            <w:r w:rsidRPr="00DE1D96">
              <w:rPr>
                <w:rFonts w:ascii="Corbel" w:hAnsi="Corbel"/>
                <w:b w:val="0"/>
                <w:sz w:val="24"/>
              </w:rPr>
              <w:t xml:space="preserve">procesem kształtowania się różnorodnych poglądów stanowiących podstawy nauki ekonomii w ujęciu historycznym  </w:t>
            </w:r>
          </w:p>
        </w:tc>
      </w:tr>
      <w:tr xmlns:wp14="http://schemas.microsoft.com/office/word/2010/wordml" w:rsidRPr="009C54AE" w:rsidR="00666DAB" w:rsidTr="00A71E0E" w14:paraId="7E66F180" wp14:textId="77777777">
        <w:trPr>
          <w:jc w:val="center"/>
        </w:trPr>
        <w:tc>
          <w:tcPr>
            <w:tcW w:w="845" w:type="dxa"/>
            <w:vAlign w:val="center"/>
          </w:tcPr>
          <w:p w:rsidRPr="009C54AE" w:rsidR="00666DAB" w:rsidP="00666DAB" w:rsidRDefault="00666DAB" w14:paraId="550CF7E8" wp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:rsidRPr="00DE1D96" w:rsidR="00666DAB" w:rsidP="00666DAB" w:rsidRDefault="00666DAB" w14:paraId="024F572F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E1D96">
              <w:rPr>
                <w:rFonts w:ascii="Corbel" w:hAnsi="Corbel"/>
                <w:b w:val="0"/>
                <w:sz w:val="24"/>
              </w:rPr>
              <w:t>przedstawienie dziejów myśli ekonomicznej dla pełniejszego i głębszego zrozumienia źródeł współczesnych koncepcji ekonomicznych</w:t>
            </w:r>
          </w:p>
        </w:tc>
      </w:tr>
    </w:tbl>
    <w:p xmlns:wp14="http://schemas.microsoft.com/office/word/2010/wordml" w:rsidRPr="009C54AE" w:rsidR="0085747A" w:rsidP="009C54AE" w:rsidRDefault="0085747A" w14:paraId="45FB0818" wp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xmlns:wp14="http://schemas.microsoft.com/office/word/2010/wordml" w:rsidRPr="009C54AE" w:rsidR="001D7B54" w:rsidP="009C54AE" w:rsidRDefault="009F4610" w14:paraId="3DDEBA1D" wp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</w:p>
    <w:p xmlns:wp14="http://schemas.microsoft.com/office/word/2010/wordml" w:rsidRPr="009C54AE" w:rsidR="001D7B54" w:rsidP="009C54AE" w:rsidRDefault="001D7B54" w14:paraId="049F31CB" wp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6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1465"/>
        <w:gridCol w:w="6286"/>
        <w:gridCol w:w="1888"/>
      </w:tblGrid>
      <w:tr xmlns:wp14="http://schemas.microsoft.com/office/word/2010/wordml" w:rsidRPr="009C54AE" w:rsidR="0085747A" w:rsidTr="00402E74" w14:paraId="61F38664" wp14:textId="77777777">
        <w:trPr>
          <w:jc w:val="center"/>
        </w:trPr>
        <w:tc>
          <w:tcPr>
            <w:tcW w:w="1465" w:type="dxa"/>
            <w:vAlign w:val="center"/>
          </w:tcPr>
          <w:p w:rsidRPr="009C54AE" w:rsidR="0085747A" w:rsidP="009C54AE" w:rsidRDefault="0085747A" w14:paraId="41C145ED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286" w:type="dxa"/>
            <w:vAlign w:val="center"/>
          </w:tcPr>
          <w:p w:rsidRPr="009C54AE" w:rsidR="0085747A" w:rsidP="00C05F44" w:rsidRDefault="0085747A" w14:paraId="1DEC5602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88" w:type="dxa"/>
            <w:vAlign w:val="center"/>
          </w:tcPr>
          <w:p w:rsidRPr="009C54AE" w:rsidR="0085747A" w:rsidP="00C05F44" w:rsidRDefault="0085747A" w14:paraId="1F352D2E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xmlns:wp14="http://schemas.microsoft.com/office/word/2010/wordml" w:rsidRPr="009C54AE" w:rsidR="00402E74" w:rsidTr="00402E74" w14:paraId="50D5533C" wp14:textId="77777777">
        <w:trPr>
          <w:jc w:val="center"/>
        </w:trPr>
        <w:tc>
          <w:tcPr>
            <w:tcW w:w="1465" w:type="dxa"/>
          </w:tcPr>
          <w:p w:rsidRPr="009C54AE" w:rsidR="00402E74" w:rsidP="00402E74" w:rsidRDefault="00402E74" w14:paraId="4FCA596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286" w:type="dxa"/>
          </w:tcPr>
          <w:p w:rsidRPr="003A76DC" w:rsidR="00402E74" w:rsidP="00402E74" w:rsidRDefault="00402E74" w14:paraId="5AC47E4D" wp14:textId="77777777">
            <w:pPr>
              <w:pStyle w:val="Default"/>
              <w:rPr>
                <w:rFonts w:ascii="Corbel" w:hAnsi="Corbel"/>
                <w:szCs w:val="23"/>
              </w:rPr>
            </w:pPr>
            <w:r w:rsidRPr="00E273FC">
              <w:rPr>
                <w:rFonts w:ascii="Corbel" w:hAnsi="Corbel"/>
                <w:color w:val="auto"/>
                <w:szCs w:val="23"/>
              </w:rPr>
              <w:t xml:space="preserve">Zna pojęcia, </w:t>
            </w:r>
            <w:r w:rsidRPr="00E273FC">
              <w:rPr>
                <w:rFonts w:ascii="Corbel" w:hAnsi="Corbel"/>
                <w:color w:val="auto"/>
              </w:rPr>
              <w:t>fakty i zjawiska z zakresu nauk ekonomicznych oraz dotyczące ich metody i teorie wyjaśniające złożone zależności między nimi w ujęciu mikro- i makroekonomicznym, stanowiące wiedzę ogólną z zakresu dyscypliny ekonomia i finanse oraz dyscyplin pokrewnych</w:t>
            </w:r>
          </w:p>
        </w:tc>
        <w:tc>
          <w:tcPr>
            <w:tcW w:w="1888" w:type="dxa"/>
          </w:tcPr>
          <w:p w:rsidRPr="00C841AF" w:rsidR="00402E74" w:rsidP="00402E74" w:rsidRDefault="00402E74" w14:paraId="27F8033C" wp14:textId="77777777">
            <w:pPr>
              <w:spacing w:after="0"/>
              <w:jc w:val="center"/>
              <w:rPr>
                <w:rFonts w:ascii="Corbel" w:hAnsi="Corbel"/>
                <w:sz w:val="24"/>
              </w:rPr>
            </w:pPr>
            <w:r w:rsidRPr="00F12A61">
              <w:rPr>
                <w:rFonts w:ascii="Corbel" w:hAnsi="Corbel"/>
                <w:sz w:val="24"/>
              </w:rPr>
              <w:t>K_W01</w:t>
            </w:r>
          </w:p>
        </w:tc>
      </w:tr>
      <w:tr xmlns:wp14="http://schemas.microsoft.com/office/word/2010/wordml" w:rsidRPr="009C54AE" w:rsidR="00402E74" w:rsidTr="00402E74" w14:paraId="1316EEA0" wp14:textId="77777777">
        <w:trPr>
          <w:jc w:val="center"/>
        </w:trPr>
        <w:tc>
          <w:tcPr>
            <w:tcW w:w="1465" w:type="dxa"/>
          </w:tcPr>
          <w:p w:rsidRPr="009C54AE" w:rsidR="00402E74" w:rsidP="00402E74" w:rsidRDefault="00402E74" w14:paraId="56A76B19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286" w:type="dxa"/>
          </w:tcPr>
          <w:p w:rsidRPr="003A76DC" w:rsidR="00402E74" w:rsidP="00402E74" w:rsidRDefault="00402E74" w14:paraId="20D21413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273FC">
              <w:rPr>
                <w:rFonts w:ascii="Corbel" w:hAnsi="Corbel"/>
                <w:b w:val="0"/>
                <w:smallCaps w:val="0"/>
              </w:rPr>
              <w:t>Nazywa i opisuje podstawowe nurty i szkoły myśli ekonomicznej w historycznym procesie ich ewolucji</w:t>
            </w:r>
          </w:p>
        </w:tc>
        <w:tc>
          <w:tcPr>
            <w:tcW w:w="1888" w:type="dxa"/>
          </w:tcPr>
          <w:p w:rsidRPr="00666DAB" w:rsidR="00402E74" w:rsidP="00402E74" w:rsidRDefault="00402E74" w14:paraId="38CA2EE1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66DAB">
              <w:rPr>
                <w:rFonts w:ascii="Corbel" w:hAnsi="Corbel" w:eastAsia="Times New Roman"/>
                <w:b w:val="0"/>
                <w:szCs w:val="20"/>
              </w:rPr>
              <w:t>K_W08</w:t>
            </w:r>
          </w:p>
        </w:tc>
      </w:tr>
      <w:tr xmlns:wp14="http://schemas.microsoft.com/office/word/2010/wordml" w:rsidRPr="009C54AE" w:rsidR="00FC1347" w:rsidTr="00402E74" w14:paraId="1045F069" wp14:textId="77777777">
        <w:trPr>
          <w:jc w:val="center"/>
        </w:trPr>
        <w:tc>
          <w:tcPr>
            <w:tcW w:w="1465" w:type="dxa"/>
          </w:tcPr>
          <w:p w:rsidRPr="009C54AE" w:rsidR="00FC1347" w:rsidP="00FC1347" w:rsidRDefault="00FC1347" w14:paraId="41960800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286" w:type="dxa"/>
          </w:tcPr>
          <w:p w:rsidRPr="00FC1347" w:rsidR="00FC1347" w:rsidP="00FC1347" w:rsidRDefault="00FC1347" w14:paraId="7FB815FA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C1347">
              <w:rPr>
                <w:rFonts w:ascii="Corbel" w:hAnsi="Corbel"/>
                <w:b w:val="0"/>
                <w:smallCaps w:val="0"/>
              </w:rPr>
              <w:t>Ma umiejętność przygotowywania wystąpień ustnych w języku polskim z wykorzystaniem technik multimedialnych dotyczących problemów ekonomicznych w kontekście historycznym</w:t>
            </w:r>
          </w:p>
        </w:tc>
        <w:tc>
          <w:tcPr>
            <w:tcW w:w="1888" w:type="dxa"/>
          </w:tcPr>
          <w:p w:rsidRPr="00666DAB" w:rsidR="00FC1347" w:rsidP="00272BF8" w:rsidRDefault="00FC1347" w14:paraId="57FAD144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66DAB">
              <w:rPr>
                <w:rFonts w:ascii="Corbel" w:hAnsi="Corbel" w:eastAsia="Times New Roman"/>
                <w:b w:val="0"/>
                <w:szCs w:val="20"/>
              </w:rPr>
              <w:t>K_U09</w:t>
            </w:r>
          </w:p>
        </w:tc>
      </w:tr>
      <w:tr xmlns:wp14="http://schemas.microsoft.com/office/word/2010/wordml" w:rsidRPr="009C54AE" w:rsidR="00FC1347" w:rsidTr="00402E74" w14:paraId="25874F3B" wp14:textId="77777777">
        <w:trPr>
          <w:jc w:val="center"/>
        </w:trPr>
        <w:tc>
          <w:tcPr>
            <w:tcW w:w="1465" w:type="dxa"/>
          </w:tcPr>
          <w:p w:rsidRPr="009C54AE" w:rsidR="00FC1347" w:rsidP="00FC1347" w:rsidRDefault="00FC1347" w14:paraId="78C3198C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286" w:type="dxa"/>
          </w:tcPr>
          <w:p w:rsidRPr="00FC1347" w:rsidR="00FC1347" w:rsidP="00FC1347" w:rsidRDefault="00FC1347" w14:paraId="2B8050C9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C1347"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FC1347">
              <w:rPr>
                <w:rFonts w:ascii="Corbel" w:hAnsi="Corbel"/>
                <w:b w:val="0"/>
                <w:smallCaps w:val="0"/>
              </w:rPr>
              <w:t>samodzielnie planować i realizować własne uczenie się</w:t>
            </w:r>
          </w:p>
        </w:tc>
        <w:tc>
          <w:tcPr>
            <w:tcW w:w="1888" w:type="dxa"/>
          </w:tcPr>
          <w:p w:rsidRPr="00666DAB" w:rsidR="00FC1347" w:rsidP="00272BF8" w:rsidRDefault="00FC1347" w14:paraId="17B67F8B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66DAB">
              <w:rPr>
                <w:rFonts w:ascii="Corbel" w:hAnsi="Corbel" w:eastAsia="Times New Roman"/>
                <w:b w:val="0"/>
                <w:szCs w:val="20"/>
              </w:rPr>
              <w:t>K_U12</w:t>
            </w:r>
          </w:p>
        </w:tc>
      </w:tr>
    </w:tbl>
    <w:p xmlns:wp14="http://schemas.microsoft.com/office/word/2010/wordml" w:rsidRPr="009C54AE" w:rsidR="0085747A" w:rsidP="009C54AE" w:rsidRDefault="0085747A" w14:paraId="53128261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Pr="009C54AE" w:rsidR="0085747A" w:rsidP="009C54AE" w:rsidRDefault="00675843" w14:paraId="5B09A053" wp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</w:p>
    <w:p xmlns:wp14="http://schemas.microsoft.com/office/word/2010/wordml" w:rsidRPr="009C54AE" w:rsidR="0085747A" w:rsidP="009C54AE" w:rsidRDefault="0085747A" w14:paraId="7D0EF860" wp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xmlns:wp14="http://schemas.microsoft.com/office/word/2010/wordml" w:rsidRPr="009C54AE" w:rsidR="00675843" w:rsidP="009C54AE" w:rsidRDefault="00675843" w14:paraId="62486C05" wp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6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9639"/>
      </w:tblGrid>
      <w:tr xmlns:wp14="http://schemas.microsoft.com/office/word/2010/wordml" w:rsidRPr="009C54AE" w:rsidR="0085747A" w:rsidTr="00FD6720" w14:paraId="587EA2A8" wp14:textId="77777777">
        <w:trPr>
          <w:jc w:val="center"/>
        </w:trPr>
        <w:tc>
          <w:tcPr>
            <w:tcW w:w="9639" w:type="dxa"/>
          </w:tcPr>
          <w:p w:rsidRPr="009C54AE" w:rsidR="0085747A" w:rsidP="009A62C6" w:rsidRDefault="0085747A" w14:paraId="35113026" wp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xmlns:wp14="http://schemas.microsoft.com/office/word/2010/wordml" w:rsidRPr="009C54AE" w:rsidR="00FC1347" w:rsidTr="00FD6720" w14:paraId="35F43397" wp14:textId="77777777">
        <w:trPr>
          <w:jc w:val="center"/>
        </w:trPr>
        <w:tc>
          <w:tcPr>
            <w:tcW w:w="9639" w:type="dxa"/>
          </w:tcPr>
          <w:p w:rsidRPr="0018675E" w:rsidR="00FC1347" w:rsidP="009A62C6" w:rsidRDefault="00FC1347" w14:paraId="052190C8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8675E">
              <w:rPr>
                <w:rFonts w:ascii="Corbel" w:hAnsi="Corbel"/>
                <w:sz w:val="24"/>
              </w:rPr>
              <w:t>Historia myśli ekonomicznej - przedmiot i podejście metodyczne</w:t>
            </w:r>
          </w:p>
        </w:tc>
      </w:tr>
      <w:tr xmlns:wp14="http://schemas.microsoft.com/office/word/2010/wordml" w:rsidRPr="009C54AE" w:rsidR="00FC1347" w:rsidTr="00FD6720" w14:paraId="32ED58B2" wp14:textId="77777777">
        <w:trPr>
          <w:jc w:val="center"/>
        </w:trPr>
        <w:tc>
          <w:tcPr>
            <w:tcW w:w="9639" w:type="dxa"/>
          </w:tcPr>
          <w:p w:rsidRPr="0018675E" w:rsidR="00FC1347" w:rsidP="009A62C6" w:rsidRDefault="00FC1347" w14:paraId="350D5D44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8675E">
              <w:rPr>
                <w:rFonts w:ascii="Corbel" w:hAnsi="Corbel"/>
                <w:sz w:val="24"/>
              </w:rPr>
              <w:t xml:space="preserve">Myśl ekonomiczna </w:t>
            </w:r>
            <w:r>
              <w:rPr>
                <w:rFonts w:ascii="Corbel" w:hAnsi="Corbel"/>
                <w:sz w:val="24"/>
              </w:rPr>
              <w:t>starożytności:</w:t>
            </w:r>
            <w:r w:rsidRPr="0018675E">
              <w:rPr>
                <w:rFonts w:ascii="Corbel" w:hAnsi="Corbel"/>
                <w:sz w:val="24"/>
              </w:rPr>
              <w:t xml:space="preserve"> problemy ekonomiczne w poglądach wiodących myśliciel</w:t>
            </w:r>
            <w:r>
              <w:rPr>
                <w:rFonts w:ascii="Corbel" w:hAnsi="Corbel"/>
                <w:sz w:val="24"/>
              </w:rPr>
              <w:t>i starożytnej Grecji i Rzymu</w:t>
            </w:r>
          </w:p>
        </w:tc>
      </w:tr>
      <w:tr xmlns:wp14="http://schemas.microsoft.com/office/word/2010/wordml" w:rsidRPr="009C54AE" w:rsidR="00FC1347" w:rsidTr="00FD6720" w14:paraId="6B096006" wp14:textId="77777777">
        <w:trPr>
          <w:jc w:val="center"/>
        </w:trPr>
        <w:tc>
          <w:tcPr>
            <w:tcW w:w="9639" w:type="dxa"/>
          </w:tcPr>
          <w:p w:rsidRPr="0018675E" w:rsidR="00FC1347" w:rsidP="009A62C6" w:rsidRDefault="00FC1347" w14:paraId="3C6A19E3" wp14:textId="77777777">
            <w:p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Warunki powstania systemu myśli ekonomicznej średniowiecza</w:t>
            </w:r>
          </w:p>
        </w:tc>
      </w:tr>
      <w:tr xmlns:wp14="http://schemas.microsoft.com/office/word/2010/wordml" w:rsidRPr="009C54AE" w:rsidR="00FC1347" w:rsidTr="00FD6720" w14:paraId="7863852E" wp14:textId="77777777">
        <w:trPr>
          <w:jc w:val="center"/>
        </w:trPr>
        <w:tc>
          <w:tcPr>
            <w:tcW w:w="9639" w:type="dxa"/>
          </w:tcPr>
          <w:p w:rsidRPr="0018675E" w:rsidR="00FC1347" w:rsidP="009A62C6" w:rsidRDefault="00FC1347" w14:paraId="22C8C049" wp14:textId="77777777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18675E">
              <w:rPr>
                <w:rFonts w:ascii="Corbel" w:hAnsi="Corbel"/>
                <w:sz w:val="24"/>
              </w:rPr>
              <w:t>Rozwój teorii merkantylizmu -warunki powstania, etapy rozwoju</w:t>
            </w:r>
            <w:r>
              <w:rPr>
                <w:rFonts w:ascii="Corbel" w:hAnsi="Corbel"/>
                <w:sz w:val="24"/>
              </w:rPr>
              <w:t>,</w:t>
            </w:r>
            <w:r w:rsidRPr="0018675E">
              <w:rPr>
                <w:rFonts w:ascii="Corbel" w:hAnsi="Corbel"/>
                <w:sz w:val="24"/>
              </w:rPr>
              <w:t xml:space="preserve"> cechy i krytyka merkantylizmu,</w:t>
            </w:r>
          </w:p>
        </w:tc>
      </w:tr>
      <w:tr xmlns:wp14="http://schemas.microsoft.com/office/word/2010/wordml" w:rsidRPr="009C54AE" w:rsidR="00FC1347" w:rsidTr="00FD6720" w14:paraId="0DCAC755" wp14:textId="77777777">
        <w:trPr>
          <w:jc w:val="center"/>
        </w:trPr>
        <w:tc>
          <w:tcPr>
            <w:tcW w:w="9639" w:type="dxa"/>
          </w:tcPr>
          <w:p w:rsidRPr="0018675E" w:rsidR="00FC1347" w:rsidP="009A62C6" w:rsidRDefault="00FC1347" w14:paraId="65319082" wp14:textId="77777777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18675E">
              <w:rPr>
                <w:rFonts w:ascii="Corbel" w:hAnsi="Corbel"/>
                <w:sz w:val="24"/>
              </w:rPr>
              <w:t xml:space="preserve">Koncepcja szkoły klasycznej na tle </w:t>
            </w:r>
            <w:r>
              <w:rPr>
                <w:rFonts w:ascii="Corbel" w:hAnsi="Corbel"/>
                <w:sz w:val="24"/>
              </w:rPr>
              <w:t>uwarunkowań rozwoju kapitalizmu:</w:t>
            </w:r>
          </w:p>
          <w:p w:rsidRPr="0018675E" w:rsidR="00FC1347" w:rsidP="009A62C6" w:rsidRDefault="00FC1347" w14:paraId="679F6299" wp14:textId="77777777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18675E">
              <w:rPr>
                <w:rFonts w:ascii="Corbel" w:hAnsi="Corbel"/>
                <w:sz w:val="24"/>
              </w:rPr>
              <w:t>A. Smith - podstawowe założenia systemu ekonomicznego</w:t>
            </w:r>
          </w:p>
          <w:p w:rsidRPr="0018675E" w:rsidR="00FC1347" w:rsidP="009A62C6" w:rsidRDefault="00FC1347" w14:paraId="105E432C" wp14:textId="77777777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18675E">
              <w:rPr>
                <w:rFonts w:ascii="Corbel" w:hAnsi="Corbel"/>
                <w:sz w:val="24"/>
              </w:rPr>
              <w:t xml:space="preserve">Inni przedstawiciele i ich podstawowe poglądy: </w:t>
            </w:r>
            <w:r w:rsidR="00FD6720">
              <w:rPr>
                <w:rFonts w:ascii="Corbel" w:hAnsi="Corbel"/>
                <w:sz w:val="24"/>
              </w:rPr>
              <w:t xml:space="preserve">D. Ricardo, </w:t>
            </w:r>
            <w:r w:rsidRPr="0018675E">
              <w:rPr>
                <w:rFonts w:ascii="Corbel" w:hAnsi="Corbel"/>
                <w:sz w:val="24"/>
              </w:rPr>
              <w:t>T.</w:t>
            </w:r>
            <w:r w:rsidR="00FD6720">
              <w:rPr>
                <w:rFonts w:ascii="Corbel" w:hAnsi="Corbel"/>
                <w:sz w:val="24"/>
              </w:rPr>
              <w:t xml:space="preserve">R. Malthus, J.B. </w:t>
            </w:r>
            <w:proofErr w:type="spellStart"/>
            <w:r w:rsidR="00FD6720">
              <w:rPr>
                <w:rFonts w:ascii="Corbel" w:hAnsi="Corbel"/>
                <w:sz w:val="24"/>
              </w:rPr>
              <w:t>Say</w:t>
            </w:r>
            <w:proofErr w:type="spellEnd"/>
            <w:r w:rsidR="00FD6720">
              <w:rPr>
                <w:rFonts w:ascii="Corbel" w:hAnsi="Corbel"/>
                <w:sz w:val="24"/>
              </w:rPr>
              <w:t xml:space="preserve">, </w:t>
            </w:r>
          </w:p>
        </w:tc>
      </w:tr>
      <w:tr xmlns:wp14="http://schemas.microsoft.com/office/word/2010/wordml" w:rsidRPr="009C54AE" w:rsidR="00FC1347" w:rsidTr="00FD6720" w14:paraId="4500192D" wp14:textId="77777777">
        <w:trPr>
          <w:jc w:val="center"/>
        </w:trPr>
        <w:tc>
          <w:tcPr>
            <w:tcW w:w="9639" w:type="dxa"/>
          </w:tcPr>
          <w:p w:rsidRPr="0018675E" w:rsidR="00FC1347" w:rsidP="009A62C6" w:rsidRDefault="00FC1347" w14:paraId="2DCAAC69" wp14:textId="77777777">
            <w:p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Ekonomia alternatywna: s</w:t>
            </w:r>
            <w:r w:rsidRPr="0018675E">
              <w:rPr>
                <w:rFonts w:ascii="Corbel" w:hAnsi="Corbel"/>
                <w:sz w:val="24"/>
              </w:rPr>
              <w:t>ocjalizm, niemiecka szkoła historyczna, narodziny instytucjonalizmu</w:t>
            </w:r>
          </w:p>
        </w:tc>
      </w:tr>
      <w:tr xmlns:wp14="http://schemas.microsoft.com/office/word/2010/wordml" w:rsidRPr="009C54AE" w:rsidR="00FC1347" w:rsidTr="00FD6720" w14:paraId="014E2187" wp14:textId="77777777">
        <w:trPr>
          <w:jc w:val="center"/>
        </w:trPr>
        <w:tc>
          <w:tcPr>
            <w:tcW w:w="9639" w:type="dxa"/>
          </w:tcPr>
          <w:p w:rsidRPr="0018675E" w:rsidR="00FC1347" w:rsidP="009A62C6" w:rsidRDefault="00FC1347" w14:paraId="4A5B01C0" wp14:textId="77777777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18675E">
              <w:rPr>
                <w:rFonts w:ascii="Corbel" w:hAnsi="Corbel"/>
                <w:sz w:val="24"/>
              </w:rPr>
              <w:t xml:space="preserve">J.M. Keynes i jego teoria - </w:t>
            </w:r>
            <w:r w:rsidR="00FD6720">
              <w:rPr>
                <w:rFonts w:ascii="Corbel" w:hAnsi="Corbel"/>
                <w:sz w:val="24"/>
              </w:rPr>
              <w:t xml:space="preserve">warunki powstania i </w:t>
            </w:r>
            <w:r w:rsidRPr="0018675E" w:rsidR="00FD6720">
              <w:rPr>
                <w:rFonts w:ascii="Corbel" w:hAnsi="Corbel"/>
                <w:sz w:val="24"/>
              </w:rPr>
              <w:t>założenia metodologiczne</w:t>
            </w:r>
          </w:p>
        </w:tc>
      </w:tr>
      <w:tr xmlns:wp14="http://schemas.microsoft.com/office/word/2010/wordml" w:rsidRPr="009C54AE" w:rsidR="00FC1347" w:rsidTr="00FD6720" w14:paraId="7170BC4D" wp14:textId="77777777">
        <w:trPr>
          <w:jc w:val="center"/>
        </w:trPr>
        <w:tc>
          <w:tcPr>
            <w:tcW w:w="9639" w:type="dxa"/>
          </w:tcPr>
          <w:p w:rsidRPr="0018675E" w:rsidR="00FC1347" w:rsidP="009A62C6" w:rsidRDefault="00FC1347" w14:paraId="418AA28D" wp14:textId="77777777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18675E">
              <w:rPr>
                <w:rFonts w:ascii="Corbel" w:hAnsi="Corbel"/>
                <w:sz w:val="24"/>
              </w:rPr>
              <w:t>Monetaryzm - założenia metodologiczne i podstawowe twierdzenia</w:t>
            </w:r>
          </w:p>
        </w:tc>
      </w:tr>
    </w:tbl>
    <w:p xmlns:wp14="http://schemas.microsoft.com/office/word/2010/wordml" w:rsidRPr="009C54AE" w:rsidR="0085747A" w:rsidP="009C54AE" w:rsidRDefault="0085747A" w14:paraId="4101652C" wp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xmlns:wp14="http://schemas.microsoft.com/office/word/2010/wordml" w:rsidRPr="009C54AE" w:rsidR="0085747A" w:rsidP="009C54AE" w:rsidRDefault="0085747A" w14:paraId="25513626" wp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9C54AE" w:rsidR="009F4610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xmlns:wp14="http://schemas.microsoft.com/office/word/2010/wordml" w:rsidRPr="009C54AE" w:rsidR="0085747A" w:rsidP="009C54AE" w:rsidRDefault="0085747A" w14:paraId="4B99056E" wp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6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9639"/>
      </w:tblGrid>
      <w:tr xmlns:wp14="http://schemas.microsoft.com/office/word/2010/wordml" w:rsidRPr="009C54AE" w:rsidR="0085747A" w:rsidTr="00A71E0E" w14:paraId="55225495" wp14:textId="77777777">
        <w:trPr>
          <w:jc w:val="center"/>
        </w:trPr>
        <w:tc>
          <w:tcPr>
            <w:tcW w:w="9520" w:type="dxa"/>
          </w:tcPr>
          <w:p w:rsidRPr="009C54AE" w:rsidR="0085747A" w:rsidP="009C54AE" w:rsidRDefault="0085747A" w14:paraId="5D69D229" wp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xmlns:wp14="http://schemas.microsoft.com/office/word/2010/wordml" w:rsidRPr="009C54AE" w:rsidR="00FC1347" w:rsidTr="00A71E0E" w14:paraId="6A6F9B2F" wp14:textId="77777777">
        <w:trPr>
          <w:jc w:val="center"/>
        </w:trPr>
        <w:tc>
          <w:tcPr>
            <w:tcW w:w="9520" w:type="dxa"/>
          </w:tcPr>
          <w:p w:rsidRPr="005D2A31" w:rsidR="00FC1347" w:rsidP="00FC1347" w:rsidRDefault="00FC1347" w14:paraId="21B7421D" wp14:textId="77777777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D2A31">
              <w:rPr>
                <w:rFonts w:ascii="Corbel" w:hAnsi="Corbel"/>
                <w:sz w:val="24"/>
              </w:rPr>
              <w:lastRenderedPageBreak/>
              <w:t>System poglądów ekonomicznych średniowiecza – myśl Tomasza z Akwinu</w:t>
            </w:r>
          </w:p>
        </w:tc>
      </w:tr>
      <w:tr xmlns:wp14="http://schemas.microsoft.com/office/word/2010/wordml" w:rsidRPr="009C54AE" w:rsidR="00FC1347" w:rsidTr="00A71E0E" w14:paraId="61B77854" wp14:textId="77777777">
        <w:trPr>
          <w:jc w:val="center"/>
        </w:trPr>
        <w:tc>
          <w:tcPr>
            <w:tcW w:w="9520" w:type="dxa"/>
          </w:tcPr>
          <w:p w:rsidRPr="005D2A31" w:rsidR="00FC1347" w:rsidP="00FC1347" w:rsidRDefault="00FC1347" w14:paraId="246C958D" wp14:textId="77777777">
            <w:pPr>
              <w:spacing w:after="0"/>
              <w:rPr>
                <w:rFonts w:ascii="Corbel" w:hAnsi="Corbel"/>
                <w:sz w:val="24"/>
              </w:rPr>
            </w:pPr>
            <w:r w:rsidRPr="005D2A31">
              <w:rPr>
                <w:rFonts w:ascii="Corbel" w:hAnsi="Corbel"/>
                <w:sz w:val="24"/>
              </w:rPr>
              <w:t>Narodowe odmiany merkantylizmu</w:t>
            </w:r>
            <w:r>
              <w:rPr>
                <w:rFonts w:ascii="Corbel" w:hAnsi="Corbel"/>
                <w:sz w:val="24"/>
              </w:rPr>
              <w:t>:</w:t>
            </w:r>
            <w:r w:rsidRPr="005D2A31">
              <w:rPr>
                <w:rFonts w:ascii="Corbel" w:hAnsi="Corbel"/>
                <w:sz w:val="24"/>
              </w:rPr>
              <w:t xml:space="preserve"> </w:t>
            </w:r>
            <w:r>
              <w:rPr>
                <w:rFonts w:ascii="Corbel" w:hAnsi="Corbel"/>
                <w:sz w:val="24"/>
              </w:rPr>
              <w:t xml:space="preserve">bulionizm, </w:t>
            </w:r>
            <w:proofErr w:type="spellStart"/>
            <w:r>
              <w:rPr>
                <w:rFonts w:ascii="Corbel" w:hAnsi="Corbel"/>
                <w:sz w:val="24"/>
              </w:rPr>
              <w:t>kolbertyzm</w:t>
            </w:r>
            <w:proofErr w:type="spellEnd"/>
            <w:r>
              <w:rPr>
                <w:rFonts w:ascii="Corbel" w:hAnsi="Corbel"/>
                <w:sz w:val="24"/>
              </w:rPr>
              <w:t xml:space="preserve">, kameralizm, merkantylizm dojrzały </w:t>
            </w:r>
          </w:p>
        </w:tc>
      </w:tr>
      <w:tr xmlns:wp14="http://schemas.microsoft.com/office/word/2010/wordml" w:rsidRPr="009C54AE" w:rsidR="001D5EA0" w:rsidTr="00A71E0E" w14:paraId="4C3380B1" wp14:textId="77777777">
        <w:trPr>
          <w:jc w:val="center"/>
        </w:trPr>
        <w:tc>
          <w:tcPr>
            <w:tcW w:w="9520" w:type="dxa"/>
          </w:tcPr>
          <w:p w:rsidRPr="0018675E" w:rsidR="001D5EA0" w:rsidP="001D5EA0" w:rsidRDefault="001D5EA0" w14:paraId="05B383EC" wp14:textId="77777777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5D2A31">
              <w:rPr>
                <w:rFonts w:ascii="Corbel" w:hAnsi="Corbel"/>
                <w:sz w:val="24"/>
              </w:rPr>
              <w:t>Rozwój myśli fizjokratycznej: tablica ekonomiczna – pierwszy schemat przepływów międzygałęziowych</w:t>
            </w:r>
          </w:p>
        </w:tc>
      </w:tr>
      <w:tr xmlns:wp14="http://schemas.microsoft.com/office/word/2010/wordml" w:rsidRPr="009C54AE" w:rsidR="001D5EA0" w:rsidTr="00A71E0E" w14:paraId="120F55DA" wp14:textId="77777777">
        <w:trPr>
          <w:jc w:val="center"/>
        </w:trPr>
        <w:tc>
          <w:tcPr>
            <w:tcW w:w="9520" w:type="dxa"/>
          </w:tcPr>
          <w:p w:rsidRPr="00991301" w:rsidR="001D5EA0" w:rsidP="001D5EA0" w:rsidRDefault="001D5EA0" w14:paraId="2CA44B27" wp14:textId="77777777">
            <w:pPr>
              <w:spacing w:after="0"/>
              <w:rPr>
                <w:rFonts w:ascii="Corbel" w:hAnsi="Corbel"/>
                <w:sz w:val="24"/>
              </w:rPr>
            </w:pPr>
            <w:r w:rsidRPr="00991301">
              <w:rPr>
                <w:rFonts w:ascii="Corbel" w:hAnsi="Corbel"/>
                <w:sz w:val="24"/>
              </w:rPr>
              <w:t>Analiza porównawcza poglądów A. Smitha i D. Ricardo: teoria wartości, teoria podziału, renta gruntowa, płace, zyski</w:t>
            </w:r>
          </w:p>
        </w:tc>
      </w:tr>
      <w:tr xmlns:wp14="http://schemas.microsoft.com/office/word/2010/wordml" w:rsidRPr="009C54AE" w:rsidR="001D5EA0" w:rsidTr="00A71E0E" w14:paraId="684A1BD3" wp14:textId="77777777">
        <w:trPr>
          <w:jc w:val="center"/>
        </w:trPr>
        <w:tc>
          <w:tcPr>
            <w:tcW w:w="9520" w:type="dxa"/>
          </w:tcPr>
          <w:p w:rsidRPr="005D2A31" w:rsidR="001D5EA0" w:rsidP="001D5EA0" w:rsidRDefault="001D5EA0" w14:paraId="5816EBED" wp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D2A31">
              <w:rPr>
                <w:rFonts w:ascii="Corbel" w:hAnsi="Corbel"/>
                <w:sz w:val="24"/>
              </w:rPr>
              <w:t>Ekonomia subiektywno – marginalna:</w:t>
            </w:r>
            <w:bookmarkStart w:name="_GoBack" w:id="0"/>
            <w:bookmarkEnd w:id="0"/>
            <w:r w:rsidRPr="005D2A31">
              <w:rPr>
                <w:rFonts w:ascii="Corbel" w:hAnsi="Corbel"/>
                <w:sz w:val="24"/>
              </w:rPr>
              <w:t xml:space="preserve"> główni przedstawiciele szkół ekonomicznych: szkoła psychologiczna, matematyczna i neoklasyczna</w:t>
            </w:r>
          </w:p>
        </w:tc>
      </w:tr>
      <w:tr xmlns:wp14="http://schemas.microsoft.com/office/word/2010/wordml" w:rsidRPr="009C54AE" w:rsidR="001D5EA0" w:rsidTr="00A71E0E" w14:paraId="0280CE0B" wp14:textId="77777777">
        <w:trPr>
          <w:jc w:val="center"/>
        </w:trPr>
        <w:tc>
          <w:tcPr>
            <w:tcW w:w="9520" w:type="dxa"/>
          </w:tcPr>
          <w:p w:rsidRPr="006D1182" w:rsidR="001D5EA0" w:rsidP="001D5EA0" w:rsidRDefault="001D5EA0" w14:paraId="62802632" wp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D1182">
              <w:rPr>
                <w:rFonts w:ascii="Corbel" w:hAnsi="Corbel"/>
                <w:sz w:val="24"/>
                <w:szCs w:val="24"/>
              </w:rPr>
              <w:t>Keynesizm: cechy modelu Keynesa, znaczenie inwestycji w gospodarce, teoria pieniądza</w:t>
            </w:r>
          </w:p>
        </w:tc>
      </w:tr>
      <w:tr xmlns:wp14="http://schemas.microsoft.com/office/word/2010/wordml" w:rsidRPr="009C54AE" w:rsidR="001D5EA0" w:rsidTr="00A71E0E" w14:paraId="766F2507" wp14:textId="77777777">
        <w:trPr>
          <w:jc w:val="center"/>
        </w:trPr>
        <w:tc>
          <w:tcPr>
            <w:tcW w:w="9520" w:type="dxa"/>
          </w:tcPr>
          <w:p w:rsidRPr="005D2A31" w:rsidR="001D5EA0" w:rsidP="001D5EA0" w:rsidRDefault="001D5EA0" w14:paraId="44D80F1C" wp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D2A31">
              <w:rPr>
                <w:rFonts w:ascii="Corbel" w:hAnsi="Corbel"/>
                <w:sz w:val="24"/>
              </w:rPr>
              <w:t xml:space="preserve">Główne kierunki współczesnej myśli ekonomicznej </w:t>
            </w:r>
            <w:r>
              <w:rPr>
                <w:rFonts w:ascii="Corbel" w:hAnsi="Corbel"/>
                <w:sz w:val="24"/>
              </w:rPr>
              <w:t xml:space="preserve">- </w:t>
            </w:r>
            <w:r w:rsidRPr="005D2A31">
              <w:rPr>
                <w:rFonts w:ascii="Corbel" w:hAnsi="Corbel"/>
                <w:sz w:val="24"/>
              </w:rPr>
              <w:t>monetaryzm oraz nowa klasyczna makroekonomia</w:t>
            </w:r>
          </w:p>
        </w:tc>
      </w:tr>
    </w:tbl>
    <w:p xmlns:wp14="http://schemas.microsoft.com/office/word/2010/wordml" w:rsidRPr="009C54AE" w:rsidR="0085747A" w:rsidP="009C54AE" w:rsidRDefault="0085747A" w14:paraId="1299C43A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="0085747A" w:rsidP="009C54AE" w:rsidRDefault="009F4610" w14:paraId="163B82D2" wp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xmlns:wp14="http://schemas.microsoft.com/office/word/2010/wordml" w:rsidRPr="009C54AE" w:rsidR="00272BF8" w:rsidP="009C54AE" w:rsidRDefault="00272BF8" w14:paraId="4DDBEF00" wp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272BF8" w:rsidR="001D5EA0" w:rsidP="001D5EA0" w:rsidRDefault="001D5EA0" w14:paraId="1AA868A0" wp14:textId="77777777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0"/>
        </w:rPr>
      </w:pPr>
      <w:r w:rsidRPr="00272BF8">
        <w:rPr>
          <w:rFonts w:ascii="Corbel" w:hAnsi="Corbel"/>
          <w:b w:val="0"/>
          <w:iCs/>
          <w:smallCaps w:val="0"/>
          <w:szCs w:val="20"/>
        </w:rPr>
        <w:t>Wykład z prezentacją multimedialną</w:t>
      </w:r>
    </w:p>
    <w:p xmlns:wp14="http://schemas.microsoft.com/office/word/2010/wordml" w:rsidRPr="00272BF8" w:rsidR="00E960BB" w:rsidP="001D5EA0" w:rsidRDefault="001D5EA0" w14:paraId="2529E239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iCs/>
          <w:smallCaps w:val="0"/>
          <w:szCs w:val="24"/>
        </w:rPr>
      </w:pPr>
      <w:r w:rsidRPr="00272BF8">
        <w:rPr>
          <w:rFonts w:ascii="Corbel" w:hAnsi="Corbel"/>
          <w:b w:val="0"/>
          <w:iCs/>
          <w:smallCaps w:val="0"/>
          <w:szCs w:val="24"/>
        </w:rPr>
        <w:t>Ćwiczenia: analiza tekstów z dyskusją, prezentacja referatów</w:t>
      </w:r>
    </w:p>
    <w:p xmlns:wp14="http://schemas.microsoft.com/office/word/2010/wordml" w:rsidR="008A646E" w:rsidP="009C54AE" w:rsidRDefault="008A646E" w14:paraId="3461D779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xmlns:wp14="http://schemas.microsoft.com/office/word/2010/wordml" w:rsidRPr="009C54AE" w:rsidR="0085747A" w:rsidP="009C54AE" w:rsidRDefault="00C61DC5" w14:paraId="77FB1868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</w:p>
    <w:p xmlns:wp14="http://schemas.microsoft.com/office/word/2010/wordml" w:rsidRPr="009C54AE" w:rsidR="00923D7D" w:rsidP="009C54AE" w:rsidRDefault="00923D7D" w14:paraId="3CF2D8B6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xmlns:wp14="http://schemas.microsoft.com/office/word/2010/wordml" w:rsidRPr="009C54AE" w:rsidR="0085747A" w:rsidP="009C54AE" w:rsidRDefault="0085747A" w14:paraId="53742ADA" wp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xmlns:wp14="http://schemas.microsoft.com/office/word/2010/wordml" w:rsidRPr="009C54AE" w:rsidR="0085747A" w:rsidP="009C54AE" w:rsidRDefault="0085747A" w14:paraId="0FB78278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1987"/>
        <w:gridCol w:w="5509"/>
        <w:gridCol w:w="2143"/>
      </w:tblGrid>
      <w:tr xmlns:wp14="http://schemas.microsoft.com/office/word/2010/wordml" w:rsidRPr="009C54AE" w:rsidR="0085747A" w:rsidTr="00A71E0E" w14:paraId="3CD72C34" wp14:textId="77777777">
        <w:trPr>
          <w:jc w:val="center"/>
        </w:trPr>
        <w:tc>
          <w:tcPr>
            <w:tcW w:w="1962" w:type="dxa"/>
            <w:vAlign w:val="center"/>
          </w:tcPr>
          <w:p w:rsidRPr="009C54AE" w:rsidR="0085747A" w:rsidP="009C54AE" w:rsidRDefault="0071620A" w14:paraId="59C1A4F7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Pr="009C54AE" w:rsidR="0085747A" w:rsidP="009C54AE" w:rsidRDefault="00F974DA" w14:paraId="47962157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9C54AE" w:rsidRDefault="009F4610" w14:paraId="12080E0F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Pr="009C54AE" w:rsidR="00923D7D" w:rsidP="009C54AE" w:rsidRDefault="0085747A" w14:paraId="4DA5CD06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52574297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xmlns:wp14="http://schemas.microsoft.com/office/word/2010/wordml" w:rsidRPr="009C54AE" w:rsidR="001D5EA0" w:rsidTr="00A71E0E" w14:paraId="7EE45B89" wp14:textId="77777777">
        <w:trPr>
          <w:jc w:val="center"/>
        </w:trPr>
        <w:tc>
          <w:tcPr>
            <w:tcW w:w="1962" w:type="dxa"/>
          </w:tcPr>
          <w:p w:rsidRPr="009C54AE" w:rsidR="001D5EA0" w:rsidP="001D5EA0" w:rsidRDefault="001D5EA0" w14:paraId="1736856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:rsidRPr="009C54AE" w:rsidR="001D5EA0" w:rsidP="001D5EA0" w:rsidRDefault="001D5EA0" w14:paraId="73D59A12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pisemne</w:t>
            </w:r>
          </w:p>
        </w:tc>
        <w:tc>
          <w:tcPr>
            <w:tcW w:w="2117" w:type="dxa"/>
          </w:tcPr>
          <w:p w:rsidRPr="00BE1E91" w:rsidR="001D5EA0" w:rsidP="00581D45" w:rsidRDefault="001D5EA0" w14:paraId="14EADCEA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aps/>
                <w:smallCaps w:val="0"/>
                <w:szCs w:val="24"/>
              </w:rPr>
            </w:pPr>
            <w:r w:rsidRPr="00BE1E91">
              <w:rPr>
                <w:rFonts w:ascii="Corbel" w:hAnsi="Corbel"/>
                <w:b w:val="0"/>
                <w:smallCaps w:val="0"/>
                <w:szCs w:val="24"/>
              </w:rPr>
              <w:t>wykład /ćwiczenia</w:t>
            </w:r>
          </w:p>
        </w:tc>
      </w:tr>
      <w:tr xmlns:wp14="http://schemas.microsoft.com/office/word/2010/wordml" w:rsidRPr="009C54AE" w:rsidR="001D5EA0" w:rsidTr="00A71E0E" w14:paraId="50EE5C0E" wp14:textId="77777777">
        <w:trPr>
          <w:jc w:val="center"/>
        </w:trPr>
        <w:tc>
          <w:tcPr>
            <w:tcW w:w="1962" w:type="dxa"/>
          </w:tcPr>
          <w:p w:rsidRPr="009C54AE" w:rsidR="001D5EA0" w:rsidP="001D5EA0" w:rsidRDefault="00581D45" w14:paraId="3DFA9520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</w:t>
            </w:r>
            <w:r w:rsidRPr="009C54AE" w:rsidR="001D5EA0">
              <w:rPr>
                <w:rFonts w:ascii="Corbel" w:hAnsi="Corbel"/>
                <w:b w:val="0"/>
                <w:szCs w:val="24"/>
              </w:rPr>
              <w:t>k</w:t>
            </w:r>
            <w:proofErr w:type="spellEnd"/>
            <w:r w:rsidRPr="009C54AE" w:rsidR="001D5EA0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441" w:type="dxa"/>
          </w:tcPr>
          <w:p w:rsidRPr="009C54AE" w:rsidR="001D5EA0" w:rsidP="001D5EA0" w:rsidRDefault="001D5EA0" w14:paraId="35AA75C7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pisemne</w:t>
            </w:r>
          </w:p>
        </w:tc>
        <w:tc>
          <w:tcPr>
            <w:tcW w:w="2117" w:type="dxa"/>
          </w:tcPr>
          <w:p w:rsidRPr="00BE1E91" w:rsidR="001D5EA0" w:rsidP="00581D45" w:rsidRDefault="001D5EA0" w14:paraId="3254AF59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aps/>
                <w:smallCaps w:val="0"/>
                <w:szCs w:val="24"/>
              </w:rPr>
            </w:pPr>
            <w:r w:rsidRPr="00BE1E91">
              <w:rPr>
                <w:rFonts w:ascii="Corbel" w:hAnsi="Corbel"/>
                <w:b w:val="0"/>
                <w:smallCaps w:val="0"/>
                <w:szCs w:val="24"/>
              </w:rPr>
              <w:t>wykład /ćwiczenia</w:t>
            </w:r>
          </w:p>
        </w:tc>
      </w:tr>
      <w:tr xmlns:wp14="http://schemas.microsoft.com/office/word/2010/wordml" w:rsidRPr="009C54AE" w:rsidR="001D5EA0" w:rsidTr="00A71E0E" w14:paraId="631EA442" wp14:textId="77777777">
        <w:trPr>
          <w:jc w:val="center"/>
        </w:trPr>
        <w:tc>
          <w:tcPr>
            <w:tcW w:w="1962" w:type="dxa"/>
          </w:tcPr>
          <w:p w:rsidRPr="009C54AE" w:rsidR="001D5EA0" w:rsidP="001D5EA0" w:rsidRDefault="001D5EA0" w14:paraId="3F04870E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03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441" w:type="dxa"/>
          </w:tcPr>
          <w:p w:rsidRPr="009C54AE" w:rsidR="001D5EA0" w:rsidP="001D5EA0" w:rsidRDefault="001D5EA0" w14:paraId="664AAE8C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Referat, ocena aktywności </w:t>
            </w:r>
          </w:p>
        </w:tc>
        <w:tc>
          <w:tcPr>
            <w:tcW w:w="2117" w:type="dxa"/>
          </w:tcPr>
          <w:p w:rsidRPr="00BE1E91" w:rsidR="001D5EA0" w:rsidP="00581D45" w:rsidRDefault="001D5EA0" w14:paraId="7F626B56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aps/>
                <w:smallCaps w:val="0"/>
                <w:szCs w:val="24"/>
              </w:rPr>
            </w:pPr>
            <w:r w:rsidRPr="00BE1E9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xmlns:wp14="http://schemas.microsoft.com/office/word/2010/wordml" w:rsidRPr="009C54AE" w:rsidR="001D5EA0" w:rsidTr="00A71E0E" w14:paraId="7CD0FFB8" wp14:textId="77777777">
        <w:trPr>
          <w:jc w:val="center"/>
        </w:trPr>
        <w:tc>
          <w:tcPr>
            <w:tcW w:w="1962" w:type="dxa"/>
          </w:tcPr>
          <w:p w:rsidRPr="009C54AE" w:rsidR="001D5EA0" w:rsidP="001D5EA0" w:rsidRDefault="001D5EA0" w14:paraId="33945795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04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441" w:type="dxa"/>
          </w:tcPr>
          <w:p w:rsidRPr="009C54AE" w:rsidR="001D5EA0" w:rsidP="001D5EA0" w:rsidRDefault="001D5EA0" w14:paraId="55FEDE32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Pr="00BE1E91" w:rsidR="001D5EA0" w:rsidP="00581D45" w:rsidRDefault="001D5EA0" w14:paraId="04C64560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aps/>
                <w:smallCaps w:val="0"/>
                <w:szCs w:val="24"/>
              </w:rPr>
            </w:pPr>
            <w:r w:rsidRPr="00BE1E9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xmlns:wp14="http://schemas.microsoft.com/office/word/2010/wordml" w:rsidRPr="009C54AE" w:rsidR="00923D7D" w:rsidP="009C54AE" w:rsidRDefault="00923D7D" w14:paraId="1FC39945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85747A" w:rsidP="009C54AE" w:rsidRDefault="003E1941" w14:paraId="055156CD" wp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</w:p>
    <w:p xmlns:wp14="http://schemas.microsoft.com/office/word/2010/wordml" w:rsidRPr="009C54AE" w:rsidR="00923D7D" w:rsidP="009C54AE" w:rsidRDefault="00923D7D" w14:paraId="0562CB0E" wp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9639"/>
      </w:tblGrid>
      <w:tr xmlns:wp14="http://schemas.microsoft.com/office/word/2010/wordml" w:rsidRPr="009C54AE" w:rsidR="0085747A" w:rsidTr="00A71E0E" w14:paraId="07941157" wp14:textId="77777777">
        <w:trPr>
          <w:jc w:val="center"/>
        </w:trPr>
        <w:tc>
          <w:tcPr>
            <w:tcW w:w="9670" w:type="dxa"/>
          </w:tcPr>
          <w:p w:rsidRPr="009C54AE" w:rsidR="0085747A" w:rsidP="009C54AE" w:rsidRDefault="00272BF8" w14:paraId="2C7CB18C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</w:rPr>
              <w:t>Z</w:t>
            </w:r>
            <w:r w:rsidRPr="00272BF8">
              <w:rPr>
                <w:rFonts w:ascii="Corbel" w:hAnsi="Corbel"/>
                <w:b w:val="0"/>
                <w:smallCaps w:val="0"/>
              </w:rPr>
              <w:t>aliczenie</w:t>
            </w:r>
            <w:r>
              <w:rPr>
                <w:rFonts w:ascii="Corbel" w:hAnsi="Corbel"/>
                <w:b w:val="0"/>
                <w:smallCaps w:val="0"/>
              </w:rPr>
              <w:t>:</w:t>
            </w:r>
            <w:r>
              <w:rPr>
                <w:rFonts w:ascii="Corbel" w:hAnsi="Corbel"/>
                <w:b w:val="0"/>
              </w:rPr>
              <w:t xml:space="preserve"> </w:t>
            </w:r>
            <w:r w:rsidRPr="00273B64" w:rsidR="001D5EA0">
              <w:rPr>
                <w:rFonts w:ascii="Corbel" w:hAnsi="Corbel"/>
                <w:b w:val="0"/>
                <w:smallCaps w:val="0"/>
              </w:rPr>
              <w:t xml:space="preserve">ocena za </w:t>
            </w:r>
            <w:r w:rsidR="001D5EA0">
              <w:rPr>
                <w:rFonts w:ascii="Corbel" w:hAnsi="Corbel"/>
                <w:b w:val="0"/>
                <w:smallCaps w:val="0"/>
              </w:rPr>
              <w:t>kolokwium</w:t>
            </w:r>
            <w:r w:rsidRPr="00273B64" w:rsidR="001D5EA0">
              <w:rPr>
                <w:rFonts w:ascii="Corbel" w:hAnsi="Corbel"/>
                <w:b w:val="0"/>
                <w:smallCaps w:val="0"/>
              </w:rPr>
              <w:t xml:space="preserve"> (</w:t>
            </w:r>
            <w:r w:rsidR="00FD6720">
              <w:rPr>
                <w:rFonts w:ascii="Corbel" w:hAnsi="Corbel"/>
                <w:b w:val="0"/>
                <w:smallCaps w:val="0"/>
              </w:rPr>
              <w:t>9</w:t>
            </w:r>
            <w:r w:rsidR="001D5EA0">
              <w:rPr>
                <w:rFonts w:ascii="Corbel" w:hAnsi="Corbel"/>
                <w:b w:val="0"/>
                <w:smallCaps w:val="0"/>
              </w:rPr>
              <w:t>0</w:t>
            </w:r>
            <w:r w:rsidRPr="00273B64" w:rsidR="001D5EA0">
              <w:rPr>
                <w:rFonts w:ascii="Corbel" w:hAnsi="Corbel"/>
                <w:b w:val="0"/>
                <w:smallCaps w:val="0"/>
              </w:rPr>
              <w:t>%)</w:t>
            </w:r>
            <w:r w:rsidR="001D5EA0">
              <w:rPr>
                <w:rFonts w:ascii="Corbel" w:hAnsi="Corbel"/>
                <w:b w:val="0"/>
                <w:smallCaps w:val="0"/>
              </w:rPr>
              <w:t xml:space="preserve"> </w:t>
            </w:r>
            <w:r w:rsidRPr="00273B64" w:rsidR="001D5EA0">
              <w:rPr>
                <w:rFonts w:ascii="Corbel" w:hAnsi="Corbel"/>
                <w:b w:val="0"/>
                <w:smallCaps w:val="0"/>
              </w:rPr>
              <w:t>skorygowana o o</w:t>
            </w:r>
            <w:r w:rsidR="00FD6720">
              <w:rPr>
                <w:rFonts w:ascii="Corbel" w:hAnsi="Corbel"/>
                <w:b w:val="0"/>
                <w:smallCaps w:val="0"/>
              </w:rPr>
              <w:t>cenę aktywności na zajęciach (1</w:t>
            </w:r>
            <w:r w:rsidR="001D5EA0">
              <w:rPr>
                <w:rFonts w:ascii="Corbel" w:hAnsi="Corbel"/>
                <w:b w:val="0"/>
                <w:smallCaps w:val="0"/>
              </w:rPr>
              <w:t>0</w:t>
            </w:r>
            <w:r w:rsidRPr="00273B64" w:rsidR="001D5EA0">
              <w:rPr>
                <w:rFonts w:ascii="Corbel" w:hAnsi="Corbel"/>
                <w:b w:val="0"/>
                <w:smallCaps w:val="0"/>
              </w:rPr>
              <w:t>%),</w:t>
            </w:r>
          </w:p>
        </w:tc>
      </w:tr>
    </w:tbl>
    <w:p xmlns:wp14="http://schemas.microsoft.com/office/word/2010/wordml" w:rsidRPr="009C54AE" w:rsidR="0085747A" w:rsidP="009C54AE" w:rsidRDefault="0085747A" w14:paraId="34CE0A41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9F4610" w:rsidP="009C54AE" w:rsidRDefault="0085747A" w14:paraId="32066DA3" wp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xmlns:wp14="http://schemas.microsoft.com/office/word/2010/wordml" w:rsidRPr="009C54AE" w:rsidR="0085747A" w:rsidP="009C54AE" w:rsidRDefault="0085747A" w14:paraId="62EBF3C5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4962"/>
        <w:gridCol w:w="4677"/>
      </w:tblGrid>
      <w:tr xmlns:wp14="http://schemas.microsoft.com/office/word/2010/wordml" w:rsidRPr="009C54AE" w:rsidR="0085747A" w:rsidTr="00A71E0E" w14:paraId="3808A828" wp14:textId="77777777">
        <w:trPr>
          <w:jc w:val="center"/>
        </w:trPr>
        <w:tc>
          <w:tcPr>
            <w:tcW w:w="4962" w:type="dxa"/>
            <w:vAlign w:val="center"/>
          </w:tcPr>
          <w:p w:rsidRPr="009C54AE" w:rsidR="0085747A" w:rsidP="009C54AE" w:rsidRDefault="00C61DC5" w14:paraId="4C452BB7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9C54AE" w:rsidR="0085747A" w:rsidP="009C54AE" w:rsidRDefault="00C61DC5" w14:paraId="227268D1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xmlns:wp14="http://schemas.microsoft.com/office/word/2010/wordml" w:rsidRPr="009C54AE" w:rsidR="0085747A" w:rsidTr="00A71E0E" w14:paraId="3693E8C1" wp14:textId="77777777">
        <w:trPr>
          <w:jc w:val="center"/>
        </w:trPr>
        <w:tc>
          <w:tcPr>
            <w:tcW w:w="4962" w:type="dxa"/>
          </w:tcPr>
          <w:p w:rsidRPr="009C54AE" w:rsidR="0085747A" w:rsidP="009C54AE" w:rsidRDefault="00C61DC5" w14:paraId="1943409D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9C54AE" w:rsidR="0085747A" w:rsidP="00272BF8" w:rsidRDefault="00A71E0E" w14:paraId="1D8EB8EE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</w:tr>
      <w:tr xmlns:wp14="http://schemas.microsoft.com/office/word/2010/wordml" w:rsidRPr="009C54AE" w:rsidR="00C61DC5" w:rsidTr="00A71E0E" w14:paraId="3F58EFF8" wp14:textId="77777777">
        <w:trPr>
          <w:jc w:val="center"/>
        </w:trPr>
        <w:tc>
          <w:tcPr>
            <w:tcW w:w="4962" w:type="dxa"/>
          </w:tcPr>
          <w:p w:rsidRPr="009C54AE" w:rsidR="00C61DC5" w:rsidP="009C54AE" w:rsidRDefault="00C61DC5" w14:paraId="2750A6CD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C61DC5" w:rsidP="008A646E" w:rsidRDefault="008A646E" w14:paraId="0EA861C9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(udział w konsultacjach, </w:t>
            </w:r>
            <w:r w:rsidRPr="009C54AE" w:rsidR="00C61DC5">
              <w:rPr>
                <w:rFonts w:ascii="Corbel" w:hAnsi="Corbel"/>
                <w:sz w:val="24"/>
                <w:szCs w:val="24"/>
              </w:rPr>
              <w:t>za</w:t>
            </w:r>
            <w:r>
              <w:rPr>
                <w:rFonts w:ascii="Corbel" w:hAnsi="Corbel"/>
                <w:sz w:val="24"/>
                <w:szCs w:val="24"/>
              </w:rPr>
              <w:t>l</w:t>
            </w:r>
            <w:r w:rsidRPr="009C54AE" w:rsidR="00C61DC5">
              <w:rPr>
                <w:rFonts w:ascii="Corbel" w:hAnsi="Corbel"/>
                <w:sz w:val="24"/>
                <w:szCs w:val="24"/>
              </w:rPr>
              <w:t>i</w:t>
            </w:r>
            <w:r>
              <w:rPr>
                <w:rFonts w:ascii="Corbel" w:hAnsi="Corbel"/>
                <w:sz w:val="24"/>
                <w:szCs w:val="24"/>
              </w:rPr>
              <w:t>cze</w:t>
            </w:r>
            <w:r w:rsidRPr="009C54AE" w:rsidR="00C61DC5">
              <w:rPr>
                <w:rFonts w:ascii="Corbel" w:hAnsi="Corbel"/>
                <w:sz w:val="24"/>
                <w:szCs w:val="24"/>
              </w:rPr>
              <w:t>ni</w:t>
            </w:r>
            <w:r>
              <w:rPr>
                <w:rFonts w:ascii="Corbel" w:hAnsi="Corbel"/>
                <w:sz w:val="24"/>
                <w:szCs w:val="24"/>
              </w:rPr>
              <w:t>u</w:t>
            </w:r>
            <w:r w:rsidRPr="009C54AE" w:rsidR="00C61DC5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Pr="009C54AE" w:rsidR="00C61DC5" w:rsidP="00272BF8" w:rsidRDefault="008A646E" w14:paraId="78941E47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xmlns:wp14="http://schemas.microsoft.com/office/word/2010/wordml" w:rsidRPr="009C54AE" w:rsidR="00C61DC5" w:rsidTr="00A71E0E" w14:paraId="20186E35" wp14:textId="77777777">
        <w:trPr>
          <w:jc w:val="center"/>
        </w:trPr>
        <w:tc>
          <w:tcPr>
            <w:tcW w:w="4962" w:type="dxa"/>
          </w:tcPr>
          <w:p w:rsidRPr="009C54AE" w:rsidR="00C61DC5" w:rsidP="00A71E0E" w:rsidRDefault="00C61DC5" w14:paraId="7A9B17C3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A71E0E">
              <w:rPr>
                <w:rFonts w:ascii="Corbel" w:hAnsi="Corbel"/>
                <w:sz w:val="24"/>
                <w:szCs w:val="24"/>
              </w:rPr>
              <w:t xml:space="preserve"> </w:t>
            </w:r>
            <w:r w:rsidR="008A646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Pr="009C54AE" w:rsidR="008A646E">
              <w:rPr>
                <w:rFonts w:ascii="Corbel" w:hAnsi="Corbel"/>
                <w:sz w:val="24"/>
                <w:szCs w:val="24"/>
              </w:rPr>
              <w:t>za</w:t>
            </w:r>
            <w:r w:rsidR="008A646E">
              <w:rPr>
                <w:rFonts w:ascii="Corbel" w:hAnsi="Corbel"/>
                <w:sz w:val="24"/>
                <w:szCs w:val="24"/>
              </w:rPr>
              <w:t>l</w:t>
            </w:r>
            <w:r w:rsidRPr="009C54AE" w:rsidR="008A646E">
              <w:rPr>
                <w:rFonts w:ascii="Corbel" w:hAnsi="Corbel"/>
                <w:sz w:val="24"/>
                <w:szCs w:val="24"/>
              </w:rPr>
              <w:t>i</w:t>
            </w:r>
            <w:r w:rsidR="008A646E">
              <w:rPr>
                <w:rFonts w:ascii="Corbel" w:hAnsi="Corbel"/>
                <w:sz w:val="24"/>
                <w:szCs w:val="24"/>
              </w:rPr>
              <w:t>cze</w:t>
            </w:r>
            <w:r w:rsidRPr="009C54AE" w:rsidR="008A646E">
              <w:rPr>
                <w:rFonts w:ascii="Corbel" w:hAnsi="Corbel"/>
                <w:sz w:val="24"/>
                <w:szCs w:val="24"/>
              </w:rPr>
              <w:t>ni</w:t>
            </w:r>
            <w:r w:rsidR="008A646E">
              <w:rPr>
                <w:rFonts w:ascii="Corbel" w:hAnsi="Corbel"/>
                <w:sz w:val="24"/>
                <w:szCs w:val="24"/>
              </w:rPr>
              <w:t>a</w:t>
            </w:r>
            <w:r w:rsidR="00453644">
              <w:rPr>
                <w:rFonts w:ascii="Corbel" w:hAnsi="Corbel"/>
                <w:sz w:val="24"/>
                <w:szCs w:val="24"/>
              </w:rPr>
              <w:t>, napisanie referatu, gromadzenie danych empirycznych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Pr="009C54AE" w:rsidR="00C61DC5" w:rsidP="00272BF8" w:rsidRDefault="00A71E0E" w14:paraId="2A4CBA15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71</w:t>
            </w:r>
          </w:p>
        </w:tc>
      </w:tr>
      <w:tr xmlns:wp14="http://schemas.microsoft.com/office/word/2010/wordml" w:rsidRPr="009C54AE" w:rsidR="0085747A" w:rsidTr="00A71E0E" w14:paraId="20B8E38B" wp14:textId="77777777">
        <w:trPr>
          <w:jc w:val="center"/>
        </w:trPr>
        <w:tc>
          <w:tcPr>
            <w:tcW w:w="4962" w:type="dxa"/>
          </w:tcPr>
          <w:p w:rsidRPr="009C54AE" w:rsidR="0085747A" w:rsidP="009C54AE" w:rsidRDefault="0085747A" w14:paraId="3D4B2727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:rsidRPr="009C54AE" w:rsidR="0085747A" w:rsidP="00272BF8" w:rsidRDefault="008A646E" w14:paraId="0CCF700D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xmlns:wp14="http://schemas.microsoft.com/office/word/2010/wordml" w:rsidRPr="009C54AE" w:rsidR="0085747A" w:rsidTr="00A71E0E" w14:paraId="6B7A9073" wp14:textId="77777777">
        <w:trPr>
          <w:jc w:val="center"/>
        </w:trPr>
        <w:tc>
          <w:tcPr>
            <w:tcW w:w="4962" w:type="dxa"/>
          </w:tcPr>
          <w:p w:rsidRPr="009C54AE" w:rsidR="0085747A" w:rsidP="009C54AE" w:rsidRDefault="0085747A" w14:paraId="5FD1C35E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9C54AE" w:rsidR="0085747A" w:rsidP="00272BF8" w:rsidRDefault="008A646E" w14:paraId="279935FF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xmlns:wp14="http://schemas.microsoft.com/office/word/2010/wordml" w:rsidRPr="009C54AE" w:rsidR="0085747A" w:rsidP="009C54AE" w:rsidRDefault="00923D7D" w14:paraId="6BBE219B" wp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xmlns:wp14="http://schemas.microsoft.com/office/word/2010/wordml" w:rsidRPr="009C54AE" w:rsidR="003E1941" w:rsidP="009C54AE" w:rsidRDefault="003E1941" w14:paraId="6D98A12B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85747A" w:rsidP="009C54AE" w:rsidRDefault="0071620A" w14:paraId="40334C7B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xmlns:wp14="http://schemas.microsoft.com/office/word/2010/wordml" w:rsidRPr="009C54AE" w:rsidR="0085747A" w:rsidP="009C54AE" w:rsidRDefault="0085747A" w14:paraId="2946DB82" wp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5095"/>
        <w:gridCol w:w="4544"/>
      </w:tblGrid>
      <w:tr xmlns:wp14="http://schemas.microsoft.com/office/word/2010/wordml" w:rsidRPr="009C54AE" w:rsidR="0085747A" w:rsidTr="00A71E0E" w14:paraId="5454FE01" wp14:textId="77777777">
        <w:trPr>
          <w:trHeight w:val="397"/>
          <w:jc w:val="center"/>
        </w:trPr>
        <w:tc>
          <w:tcPr>
            <w:tcW w:w="9639" w:type="dxa"/>
          </w:tcPr>
          <w:p w:rsidRPr="009C54AE" w:rsidR="0085747A" w:rsidP="009C54AE" w:rsidRDefault="0085747A" w14:paraId="146D6691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9639" w:type="dxa"/>
          </w:tcPr>
          <w:p w:rsidRPr="009C54AE" w:rsidR="0085747A" w:rsidP="00272BF8" w:rsidRDefault="00272BF8" w14:paraId="6A09E912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xmlns:wp14="http://schemas.microsoft.com/office/word/2010/wordml" w:rsidRPr="009C54AE" w:rsidR="0085747A" w:rsidTr="00A71E0E" w14:paraId="5BCC8499" wp14:textId="77777777">
        <w:trPr>
          <w:trHeight w:val="397"/>
          <w:jc w:val="center"/>
        </w:trPr>
        <w:tc>
          <w:tcPr>
            <w:tcW w:w="9639" w:type="dxa"/>
          </w:tcPr>
          <w:p w:rsidRPr="009C54AE" w:rsidR="0085747A" w:rsidP="009C54AE" w:rsidRDefault="0085747A" w14:paraId="05EFD703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9639" w:type="dxa"/>
          </w:tcPr>
          <w:p w:rsidRPr="009C54AE" w:rsidR="0085747A" w:rsidP="00272BF8" w:rsidRDefault="00272BF8" w14:paraId="33E67AC6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xmlns:wp14="http://schemas.microsoft.com/office/word/2010/wordml" w:rsidRPr="009C54AE" w:rsidR="003E1941" w:rsidP="009C54AE" w:rsidRDefault="003E1941" w14:paraId="5997CC1D" wp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85747A" w:rsidP="009C54AE" w:rsidRDefault="00675843" w14:paraId="7BDB76AC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</w:p>
    <w:p xmlns:wp14="http://schemas.microsoft.com/office/word/2010/wordml" w:rsidRPr="009C54AE" w:rsidR="00675843" w:rsidP="009C54AE" w:rsidRDefault="00675843" w14:paraId="110FFD37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/>
      </w:tblPr>
      <w:tblGrid>
        <w:gridCol w:w="9639"/>
      </w:tblGrid>
      <w:tr xmlns:wp14="http://schemas.microsoft.com/office/word/2010/wordml" w:rsidRPr="009C54AE" w:rsidR="0085747A" w:rsidTr="00272BF8" w14:paraId="5F7C6E58" wp14:textId="77777777">
        <w:trPr>
          <w:trHeight w:val="397"/>
          <w:jc w:val="center"/>
        </w:trPr>
        <w:tc>
          <w:tcPr>
            <w:tcW w:w="9639" w:type="dxa"/>
          </w:tcPr>
          <w:p w:rsidR="0085747A" w:rsidP="00042F86" w:rsidRDefault="0085747A" w14:paraId="729C9695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Pr="008D5064" w:rsidR="001D5EA0" w:rsidP="00042F86" w:rsidRDefault="001D5EA0" w14:paraId="4A03BF0D" wp14:textId="77777777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D50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Stankiewicz W</w:t>
            </w:r>
            <w:r w:rsidRPr="008D506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., Historia myśli ekonomicznej, PWE, Warszawa, (1983,1998, 2000,2004) 2007</w:t>
            </w:r>
          </w:p>
          <w:p w:rsidR="001D5EA0" w:rsidP="00042F86" w:rsidRDefault="001D5EA0" w14:paraId="3DED4BDC" wp14:textId="77777777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8D50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Landreth</w:t>
            </w:r>
            <w:proofErr w:type="spellEnd"/>
            <w:r w:rsidRPr="008D50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 H. </w:t>
            </w:r>
            <w:proofErr w:type="spellStart"/>
            <w:r w:rsidRPr="008D50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Colander</w:t>
            </w:r>
            <w:proofErr w:type="spellEnd"/>
            <w:r w:rsidRPr="008D50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 D.C</w:t>
            </w:r>
            <w:r w:rsidRPr="008D506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., Historia myśli ekonomicznej, PWN Warszawa, (1998) 2005</w:t>
            </w:r>
          </w:p>
          <w:p w:rsidRPr="009C54AE" w:rsidR="008A646E" w:rsidP="00042F86" w:rsidRDefault="001D5EA0" w14:paraId="207DF7AA" wp14:textId="77777777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D50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Bartkowiak R., </w:t>
            </w:r>
            <w:r w:rsidRPr="008D506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Historia myśli ekonomicznej, PWE, Warszawa, </w:t>
            </w:r>
            <w:r w:rsidR="00B92D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8D506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2003, 2008</w:t>
            </w:r>
            <w:r w:rsidR="00B92D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) 2019</w:t>
            </w:r>
          </w:p>
        </w:tc>
      </w:tr>
      <w:tr xmlns:wp14="http://schemas.microsoft.com/office/word/2010/wordml" w:rsidRPr="009C54AE" w:rsidR="0085747A" w:rsidTr="00272BF8" w14:paraId="6E94D418" wp14:textId="77777777">
        <w:trPr>
          <w:trHeight w:val="397"/>
          <w:jc w:val="center"/>
        </w:trPr>
        <w:tc>
          <w:tcPr>
            <w:tcW w:w="9639" w:type="dxa"/>
          </w:tcPr>
          <w:p w:rsidR="0085747A" w:rsidP="00042F86" w:rsidRDefault="0085747A" w14:paraId="1616B1D9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Pr="008D5064" w:rsidR="001D5EA0" w:rsidP="00042F86" w:rsidRDefault="001D5EA0" w14:paraId="3AAB77DD" wp14:textId="77777777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D50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Spychalski G. B</w:t>
            </w:r>
            <w:r w:rsidRPr="008D506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Zarys historii myśli ekonomicznej, PWN, Warszawa, (1999) 2001, </w:t>
            </w:r>
          </w:p>
          <w:p w:rsidRPr="001D5EA0" w:rsidR="001D5EA0" w:rsidP="00042F86" w:rsidRDefault="001D5EA0" w14:paraId="26C22881" wp14:textId="77777777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8D50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Romanow Z., </w:t>
            </w:r>
            <w:r w:rsidRPr="008D506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Historia myśli ekonomicznej w zarysie, AE, Poznań, 1999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</w:p>
          <w:p w:rsidRPr="009C54AE" w:rsidR="008A646E" w:rsidP="00042F86" w:rsidRDefault="001D5EA0" w14:paraId="20149522" wp14:textId="77777777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8D5064">
              <w:rPr>
                <w:rFonts w:ascii="Corbel" w:hAnsi="Corbel"/>
                <w:b w:val="0"/>
                <w:smallCaps w:val="0"/>
              </w:rPr>
              <w:t>Rozwój polskiej myśli ekonomicznej, red. St. Czaja, Wrocław 2001, 2004</w:t>
            </w:r>
          </w:p>
        </w:tc>
      </w:tr>
    </w:tbl>
    <w:p xmlns:wp14="http://schemas.microsoft.com/office/word/2010/wordml" w:rsidRPr="009C54AE" w:rsidR="0085747A" w:rsidP="009C54AE" w:rsidRDefault="0085747A" w14:paraId="6B699379" wp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85747A" w:rsidP="009C54AE" w:rsidRDefault="0085747A" w14:paraId="3FE9F23F" wp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85747A" w:rsidP="00F83B28" w:rsidRDefault="0085747A" w14:paraId="41F88A98" wp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endnote w:type="separator" w:id="-1">
    <w:p xmlns:wp14="http://schemas.microsoft.com/office/word/2010/wordml" w:rsidR="002E042F" w:rsidP="00C16ABF" w:rsidRDefault="002E042F" w14:paraId="1F72F646" wp14:textId="77777777">
      <w:pPr>
        <w:spacing w:after="0" w:line="240" w:lineRule="auto"/>
      </w:pPr>
      <w:r>
        <w:separator/>
      </w:r>
    </w:p>
  </w:endnote>
  <w:endnote w:type="continuationSeparator" w:id="0">
    <w:p xmlns:wp14="http://schemas.microsoft.com/office/word/2010/wordml" w:rsidR="002E042F" w:rsidP="00C16ABF" w:rsidRDefault="002E042F" w14:paraId="08CE6F91" wp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footnote w:type="separator" w:id="-1">
    <w:p xmlns:wp14="http://schemas.microsoft.com/office/word/2010/wordml" w:rsidR="002E042F" w:rsidP="00C16ABF" w:rsidRDefault="002E042F" w14:paraId="61CDCEAD" wp14:textId="77777777">
      <w:pPr>
        <w:spacing w:after="0" w:line="240" w:lineRule="auto"/>
      </w:pPr>
      <w:r>
        <w:separator/>
      </w:r>
    </w:p>
  </w:footnote>
  <w:footnote w:type="continuationSeparator" w:id="0">
    <w:p xmlns:wp14="http://schemas.microsoft.com/office/word/2010/wordml" w:rsidR="002E042F" w:rsidP="00C16ABF" w:rsidRDefault="002E042F" w14:paraId="6BB9E253" wp14:textId="77777777">
      <w:pPr>
        <w:spacing w:after="0" w:line="240" w:lineRule="auto"/>
      </w:pPr>
      <w:r>
        <w:continuationSeparator/>
      </w:r>
    </w:p>
  </w:footnote>
  <w:footnote w:id="1">
    <w:p xmlns:wp14="http://schemas.microsoft.com/office/word/2010/wordml" w:rsidR="0030395F" w:rsidRDefault="0030395F" w14:paraId="0574AFC1" wp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4C6012"/>
    <w:multiLevelType w:val="hybridMultilevel"/>
    <w:tmpl w:val="8D9E8B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01A368B"/>
    <w:multiLevelType w:val="hybridMultilevel"/>
    <w:tmpl w:val="3190BF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DC7B01"/>
    <w:multiLevelType w:val="hybridMultilevel"/>
    <w:tmpl w:val="46EAF6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IdMacAtCleanup w:val="1"/>
</w:numbering>
</file>

<file path=word/settings.xml><?xml version="1.0" encoding="utf-8"?>
<w:settings xmlns:w14="http://schemas.microsoft.com/office/word/2010/wordml" xmlns:wp14="http://schemas.microsoft.com/office/word/2010/wordprocessingDrawing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 xmlns:mc="http://schemas.openxmlformats.org/markup-compatibility/2006" xmlns:w15="http://schemas.microsoft.com/office/word/2012/wordml" mc:Ignorable="w14 wp14 w15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D66E9"/>
    <w:rsid w:val="000048FD"/>
    <w:rsid w:val="000077B4"/>
    <w:rsid w:val="00014934"/>
    <w:rsid w:val="00015B8F"/>
    <w:rsid w:val="00022ECE"/>
    <w:rsid w:val="00042A51"/>
    <w:rsid w:val="00042D2E"/>
    <w:rsid w:val="00042F86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B5E34"/>
    <w:rsid w:val="001D5EA0"/>
    <w:rsid w:val="001D657B"/>
    <w:rsid w:val="001D7B54"/>
    <w:rsid w:val="001E0209"/>
    <w:rsid w:val="001F2CA2"/>
    <w:rsid w:val="002144C0"/>
    <w:rsid w:val="00215FA7"/>
    <w:rsid w:val="00222CCD"/>
    <w:rsid w:val="0022477D"/>
    <w:rsid w:val="002278A9"/>
    <w:rsid w:val="002336F9"/>
    <w:rsid w:val="0024028F"/>
    <w:rsid w:val="00244ABC"/>
    <w:rsid w:val="00272BF8"/>
    <w:rsid w:val="00281FF2"/>
    <w:rsid w:val="002857DE"/>
    <w:rsid w:val="00291567"/>
    <w:rsid w:val="002A22BF"/>
    <w:rsid w:val="002A2389"/>
    <w:rsid w:val="002A671D"/>
    <w:rsid w:val="002B3803"/>
    <w:rsid w:val="002B4D55"/>
    <w:rsid w:val="002B5EA0"/>
    <w:rsid w:val="002B6119"/>
    <w:rsid w:val="002C1F06"/>
    <w:rsid w:val="002D3375"/>
    <w:rsid w:val="002D73D4"/>
    <w:rsid w:val="002E042F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A76DC"/>
    <w:rsid w:val="003A77A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2E74"/>
    <w:rsid w:val="00414E3C"/>
    <w:rsid w:val="0042244A"/>
    <w:rsid w:val="0042745A"/>
    <w:rsid w:val="00431D5C"/>
    <w:rsid w:val="004362C6"/>
    <w:rsid w:val="00437FA2"/>
    <w:rsid w:val="00445970"/>
    <w:rsid w:val="00453644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81D45"/>
    <w:rsid w:val="0059484D"/>
    <w:rsid w:val="005A0855"/>
    <w:rsid w:val="005A133C"/>
    <w:rsid w:val="005A3196"/>
    <w:rsid w:val="005C080F"/>
    <w:rsid w:val="005C55E5"/>
    <w:rsid w:val="005C696A"/>
    <w:rsid w:val="005D2155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66DAB"/>
    <w:rsid w:val="00671958"/>
    <w:rsid w:val="00675843"/>
    <w:rsid w:val="00696477"/>
    <w:rsid w:val="006D050F"/>
    <w:rsid w:val="006D6139"/>
    <w:rsid w:val="006E5D65"/>
    <w:rsid w:val="006F1282"/>
    <w:rsid w:val="006F1FBC"/>
    <w:rsid w:val="006F26E3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1B4B"/>
    <w:rsid w:val="007D6E56"/>
    <w:rsid w:val="007F4155"/>
    <w:rsid w:val="007F7AC0"/>
    <w:rsid w:val="0081554D"/>
    <w:rsid w:val="0081707E"/>
    <w:rsid w:val="008449B3"/>
    <w:rsid w:val="008552A2"/>
    <w:rsid w:val="0085747A"/>
    <w:rsid w:val="00884922"/>
    <w:rsid w:val="00885F64"/>
    <w:rsid w:val="008917F9"/>
    <w:rsid w:val="0089271D"/>
    <w:rsid w:val="008A45F7"/>
    <w:rsid w:val="008A646E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1BF3"/>
    <w:rsid w:val="00996833"/>
    <w:rsid w:val="00997F14"/>
    <w:rsid w:val="009A62C6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1E0E"/>
    <w:rsid w:val="00A84C85"/>
    <w:rsid w:val="00A86054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2DC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42B2"/>
    <w:rsid w:val="00D67C19"/>
    <w:rsid w:val="00D70608"/>
    <w:rsid w:val="00D74119"/>
    <w:rsid w:val="00D8075B"/>
    <w:rsid w:val="00D8678B"/>
    <w:rsid w:val="00DA2114"/>
    <w:rsid w:val="00DA5156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25C6F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B2E31"/>
    <w:rsid w:val="00EC4899"/>
    <w:rsid w:val="00EC6649"/>
    <w:rsid w:val="00ED03AB"/>
    <w:rsid w:val="00ED32D2"/>
    <w:rsid w:val="00EE32DE"/>
    <w:rsid w:val="00EE5457"/>
    <w:rsid w:val="00F070AB"/>
    <w:rsid w:val="00F17567"/>
    <w:rsid w:val="00F27A7B"/>
    <w:rsid w:val="00F526AF"/>
    <w:rsid w:val="00F53079"/>
    <w:rsid w:val="00F617C3"/>
    <w:rsid w:val="00F7066B"/>
    <w:rsid w:val="00F83B28"/>
    <w:rsid w:val="00F974DA"/>
    <w:rsid w:val="00FA46E5"/>
    <w:rsid w:val="00FB7DBA"/>
    <w:rsid w:val="00FC1347"/>
    <w:rsid w:val="00FC1C25"/>
    <w:rsid w:val="00FC3F45"/>
    <w:rsid w:val="00FC70FA"/>
    <w:rsid w:val="00FD503F"/>
    <w:rsid w:val="00FD6720"/>
    <w:rsid w:val="00FD7589"/>
    <w:rsid w:val="00FF016A"/>
    <w:rsid w:val="00FF1401"/>
    <w:rsid w:val="00FF5E7D"/>
    <w:rsid w:val="23FAC9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17931E31"/>
  <w15:docId w15:val="{EEF80953-D780-4A99-BCE5-BD54DF9BDCB7}"/>
</w:settings>
</file>

<file path=word/styles.xml><?xml version="1.0" encoding="utf-8"?>
<w:styles xmlns:w14="http://schemas.microsoft.com/office/word/2010/wordml" xmlns:wp14="http://schemas.microsoft.com/office/word/2010/wordprocessingDrawing" xmlns:r="http://schemas.openxmlformats.org/officeDocument/2006/relationships" xmlns:w="http://schemas.openxmlformats.org/wordprocessingml/2006/main" xmlns:mc="http://schemas.openxmlformats.org/markup-compatibility/2006" mc:Ignorable="w14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uiPriority="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7F542C-19ED-4995-83CE-39A415AD257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50A7D4E-0313-45EE-B627-29002A00D5D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0D3F21F-3ABA-4CAA-942E-5C03F5D8E3E4}"/>
</file>

<file path=customXml/itemProps4.xml><?xml version="1.0" encoding="utf-8"?>
<ds:datastoreItem xmlns:ds="http://schemas.openxmlformats.org/officeDocument/2006/customXml" ds:itemID="{8C33E4CF-C250-4EE9-BDF7-CEA5D5BEB0B8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Pawłowska-Mielech Jadwiga</cp:lastModifiedBy>
  <cp:revision>3</cp:revision>
  <cp:lastPrinted>2019-02-06T12:12:00Z</cp:lastPrinted>
  <dcterms:created xsi:type="dcterms:W3CDTF">2022-05-26T03:22:00Z</dcterms:created>
  <dcterms:modified xsi:type="dcterms:W3CDTF">2022-05-28T18:03:32Z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